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62" w:rsidRPr="00EB42C9" w:rsidRDefault="00EB42C9" w:rsidP="00EB42C9">
      <w:pPr>
        <w:jc w:val="center"/>
        <w:rPr>
          <w:sz w:val="36"/>
          <w:szCs w:val="36"/>
        </w:rPr>
      </w:pPr>
      <w:r w:rsidRPr="00EB42C9">
        <w:rPr>
          <w:sz w:val="36"/>
          <w:szCs w:val="36"/>
        </w:rPr>
        <w:t>LESSON PLAN</w:t>
      </w:r>
    </w:p>
    <w:p w:rsidR="00EB42C9" w:rsidRDefault="00EB42C9">
      <w:pPr>
        <w:rPr>
          <w:sz w:val="36"/>
          <w:szCs w:val="36"/>
        </w:rPr>
      </w:pPr>
      <w:r w:rsidRPr="00EB42C9">
        <w:rPr>
          <w:sz w:val="36"/>
          <w:szCs w:val="36"/>
        </w:rPr>
        <w:t>LESSON TOPIC</w:t>
      </w:r>
      <w:r>
        <w:rPr>
          <w:sz w:val="36"/>
          <w:szCs w:val="36"/>
        </w:rPr>
        <w:t xml:space="preserve">: </w:t>
      </w:r>
      <w:r w:rsidR="002A2E24">
        <w:rPr>
          <w:b/>
          <w:sz w:val="36"/>
          <w:szCs w:val="36"/>
        </w:rPr>
        <w:t xml:space="preserve">Identify and use map components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88"/>
        <w:gridCol w:w="6588"/>
      </w:tblGrid>
      <w:tr w:rsidR="00EB42C9" w:rsidTr="004E3BEE">
        <w:tc>
          <w:tcPr>
            <w:tcW w:w="6588" w:type="dxa"/>
          </w:tcPr>
          <w:p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LITERATURE BOOKS FOR LESSON TOPIC</w:t>
            </w:r>
          </w:p>
          <w:p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Include authors’ names</w:t>
            </w:r>
          </w:p>
        </w:tc>
        <w:tc>
          <w:tcPr>
            <w:tcW w:w="6588" w:type="dxa"/>
          </w:tcPr>
          <w:p w:rsid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5 </w:t>
            </w:r>
            <w:r w:rsidR="00EB42C9" w:rsidRPr="00EB42C9">
              <w:rPr>
                <w:b/>
                <w:sz w:val="36"/>
                <w:szCs w:val="36"/>
              </w:rPr>
              <w:t>WEBSITES FOR LESSON TOPIC</w:t>
            </w:r>
          </w:p>
          <w:p w:rsidR="00A3099B" w:rsidRPr="00EB42C9" w:rsidRDefault="00A3099B" w:rsidP="00A3099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Website: URL</w:t>
            </w:r>
          </w:p>
        </w:tc>
      </w:tr>
      <w:tr w:rsidR="00EB42C9" w:rsidTr="004E3BEE">
        <w:tc>
          <w:tcPr>
            <w:tcW w:w="6588" w:type="dxa"/>
          </w:tcPr>
          <w:p w:rsidR="002A2E24" w:rsidRPr="002A2E24" w:rsidRDefault="00A3099B" w:rsidP="00A3099B">
            <w:pPr>
              <w:rPr>
                <w:sz w:val="36"/>
                <w:szCs w:val="36"/>
              </w:rPr>
            </w:pPr>
            <w:r w:rsidRPr="002A2E24">
              <w:rPr>
                <w:sz w:val="36"/>
                <w:szCs w:val="36"/>
              </w:rPr>
              <w:t xml:space="preserve">1. </w:t>
            </w:r>
            <w:r w:rsidR="002A2E24" w:rsidRPr="004E3BEE">
              <w:rPr>
                <w:i/>
                <w:sz w:val="36"/>
                <w:szCs w:val="36"/>
              </w:rPr>
              <w:t>There's a Map on My Lap!: All about Maps (Cat in the Hat's Learning Library Series)</w:t>
            </w:r>
            <w:r w:rsidR="002A2E24" w:rsidRPr="002A2E24">
              <w:rPr>
                <w:sz w:val="36"/>
                <w:szCs w:val="36"/>
              </w:rPr>
              <w:t xml:space="preserve"> by </w:t>
            </w:r>
            <w:proofErr w:type="spellStart"/>
            <w:r w:rsidR="002A2E24" w:rsidRPr="002A2E24">
              <w:rPr>
                <w:sz w:val="36"/>
                <w:szCs w:val="36"/>
              </w:rPr>
              <w:t>Tish</w:t>
            </w:r>
            <w:proofErr w:type="spellEnd"/>
            <w:r w:rsidR="002A2E24" w:rsidRPr="002A2E24">
              <w:rPr>
                <w:sz w:val="36"/>
                <w:szCs w:val="36"/>
              </w:rPr>
              <w:t xml:space="preserve"> </w:t>
            </w:r>
            <w:proofErr w:type="spellStart"/>
            <w:r w:rsidR="002A2E24" w:rsidRPr="002A2E24">
              <w:rPr>
                <w:sz w:val="36"/>
                <w:szCs w:val="36"/>
              </w:rPr>
              <w:t>Rabe</w:t>
            </w:r>
            <w:proofErr w:type="spellEnd"/>
            <w:r w:rsidR="002A2E24" w:rsidRPr="002A2E24">
              <w:rPr>
                <w:sz w:val="36"/>
                <w:szCs w:val="36"/>
              </w:rPr>
              <w:t xml:space="preserve"> http://www.barnesandnoble.com/w/theres-a-map-on-my-lap-tish-rabe/1112264317?ean=9780375810992</w:t>
            </w:r>
          </w:p>
          <w:p w:rsidR="00A3099B" w:rsidRPr="002A2E24" w:rsidRDefault="00A3099B" w:rsidP="00A3099B">
            <w:pPr>
              <w:rPr>
                <w:sz w:val="36"/>
                <w:szCs w:val="36"/>
              </w:rPr>
            </w:pPr>
            <w:r w:rsidRPr="002A2E24">
              <w:rPr>
                <w:sz w:val="36"/>
                <w:szCs w:val="36"/>
              </w:rPr>
              <w:t>2.</w:t>
            </w:r>
            <w:r w:rsidR="002A2E24" w:rsidRPr="002A2E24">
              <w:t xml:space="preserve"> </w:t>
            </w:r>
            <w:r w:rsidR="002A2E24" w:rsidRPr="004E3BEE">
              <w:rPr>
                <w:i/>
                <w:sz w:val="36"/>
                <w:szCs w:val="36"/>
              </w:rPr>
              <w:t>Me on the Map</w:t>
            </w:r>
            <w:r w:rsidR="002A2E24" w:rsidRPr="002A2E24">
              <w:rPr>
                <w:sz w:val="36"/>
                <w:szCs w:val="36"/>
              </w:rPr>
              <w:t xml:space="preserve"> by Joan Sweeney- http://www.barnesandnoble.com/w/me-on-the-map-joan-sweeney/1100642766?ean=9780517885574</w:t>
            </w:r>
          </w:p>
          <w:p w:rsidR="00A3099B" w:rsidRPr="002A2E24" w:rsidRDefault="00A3099B" w:rsidP="00A3099B">
            <w:pPr>
              <w:rPr>
                <w:sz w:val="36"/>
                <w:szCs w:val="36"/>
              </w:rPr>
            </w:pPr>
            <w:r w:rsidRPr="002A2E24">
              <w:rPr>
                <w:sz w:val="36"/>
                <w:szCs w:val="36"/>
              </w:rPr>
              <w:t>3.</w:t>
            </w:r>
            <w:r w:rsidR="002A2E24" w:rsidRPr="002A2E24">
              <w:t xml:space="preserve"> </w:t>
            </w:r>
            <w:r w:rsidR="002A2E24" w:rsidRPr="004E3BEE">
              <w:rPr>
                <w:i/>
                <w:sz w:val="36"/>
                <w:szCs w:val="36"/>
              </w:rPr>
              <w:t>Ways to Find Your Way: Types of Maps</w:t>
            </w:r>
            <w:r w:rsidR="002A2E24" w:rsidRPr="002A2E24">
              <w:rPr>
                <w:sz w:val="36"/>
                <w:szCs w:val="36"/>
              </w:rPr>
              <w:t xml:space="preserve"> by Kay Jackson- http://www.barnesandnoble.com/w/ways-to-find-your-way-kay-jackson/1008350455?ean=9781429628822</w:t>
            </w:r>
          </w:p>
          <w:p w:rsidR="00A3099B" w:rsidRPr="002A2E24" w:rsidRDefault="00A3099B" w:rsidP="00A3099B">
            <w:pPr>
              <w:rPr>
                <w:sz w:val="36"/>
                <w:szCs w:val="36"/>
              </w:rPr>
            </w:pPr>
            <w:r w:rsidRPr="002A2E24">
              <w:rPr>
                <w:sz w:val="36"/>
                <w:szCs w:val="36"/>
              </w:rPr>
              <w:lastRenderedPageBreak/>
              <w:t>4.</w:t>
            </w:r>
            <w:r w:rsidR="002A2E24" w:rsidRPr="002A2E24">
              <w:rPr>
                <w:sz w:val="36"/>
                <w:szCs w:val="36"/>
              </w:rPr>
              <w:t xml:space="preserve"> </w:t>
            </w:r>
            <w:r w:rsidR="002A2E24" w:rsidRPr="004E3BEE">
              <w:rPr>
                <w:i/>
                <w:sz w:val="36"/>
                <w:szCs w:val="36"/>
              </w:rPr>
              <w:t>Map Scales</w:t>
            </w:r>
            <w:r w:rsidR="002A2E24" w:rsidRPr="002A2E24">
              <w:rPr>
                <w:sz w:val="36"/>
                <w:szCs w:val="36"/>
              </w:rPr>
              <w:t xml:space="preserve"> by Mary Wade- http://www.barnesandnoble.com/w/map-scales-mary-dodson-wade/1005408830?ean=9780531292907</w:t>
            </w:r>
          </w:p>
          <w:p w:rsidR="004E3BEE" w:rsidRPr="004E3BEE" w:rsidRDefault="00A3099B" w:rsidP="004E3BEE">
            <w:pPr>
              <w:rPr>
                <w:sz w:val="36"/>
                <w:szCs w:val="36"/>
              </w:rPr>
            </w:pPr>
            <w:r w:rsidRPr="002A2E24">
              <w:rPr>
                <w:sz w:val="36"/>
                <w:szCs w:val="36"/>
              </w:rPr>
              <w:t>5.</w:t>
            </w:r>
            <w:r w:rsidR="004E3BEE">
              <w:rPr>
                <w:sz w:val="36"/>
                <w:szCs w:val="36"/>
              </w:rPr>
              <w:t xml:space="preserve"> </w:t>
            </w:r>
            <w:r w:rsidR="004E3BEE" w:rsidRPr="004E3BEE">
              <w:rPr>
                <w:i/>
                <w:sz w:val="36"/>
                <w:szCs w:val="36"/>
              </w:rPr>
              <w:t>Maps</w:t>
            </w:r>
            <w:r w:rsidR="004E3BEE">
              <w:rPr>
                <w:sz w:val="36"/>
                <w:szCs w:val="36"/>
              </w:rPr>
              <w:t xml:space="preserve"> by Daniel </w:t>
            </w:r>
            <w:proofErr w:type="spellStart"/>
            <w:r w:rsidR="004E3BEE">
              <w:rPr>
                <w:sz w:val="36"/>
                <w:szCs w:val="36"/>
              </w:rPr>
              <w:t>Mizielinski</w:t>
            </w:r>
            <w:proofErr w:type="spellEnd"/>
            <w:r w:rsidR="004E3BEE">
              <w:rPr>
                <w:sz w:val="36"/>
                <w:szCs w:val="36"/>
              </w:rPr>
              <w:t xml:space="preserve">- </w:t>
            </w:r>
            <w:r w:rsidR="004E3BEE" w:rsidRPr="004E3BEE">
              <w:rPr>
                <w:sz w:val="36"/>
                <w:szCs w:val="36"/>
              </w:rPr>
              <w:t>http://www.barnesandnoble.com/w/maps-aleksandra-mizielinska/1114194380?ean=9780763668969</w:t>
            </w:r>
          </w:p>
          <w:p w:rsidR="00A3099B" w:rsidRPr="002A2E24" w:rsidRDefault="00A3099B" w:rsidP="00A3099B">
            <w:pPr>
              <w:rPr>
                <w:sz w:val="36"/>
                <w:szCs w:val="36"/>
              </w:rPr>
            </w:pPr>
          </w:p>
          <w:p w:rsidR="00EB42C9" w:rsidRPr="002A2E24" w:rsidRDefault="00EB42C9" w:rsidP="00EB42C9">
            <w:pPr>
              <w:jc w:val="center"/>
              <w:rPr>
                <w:sz w:val="36"/>
                <w:szCs w:val="36"/>
              </w:rPr>
            </w:pPr>
          </w:p>
          <w:p w:rsidR="00EB42C9" w:rsidRPr="002A2E24" w:rsidRDefault="00EB42C9" w:rsidP="00EB42C9">
            <w:pPr>
              <w:jc w:val="center"/>
              <w:rPr>
                <w:sz w:val="36"/>
                <w:szCs w:val="36"/>
              </w:rPr>
            </w:pPr>
          </w:p>
          <w:p w:rsidR="00EB42C9" w:rsidRPr="002A2E24" w:rsidRDefault="00EB42C9" w:rsidP="00A3099B">
            <w:pPr>
              <w:rPr>
                <w:sz w:val="36"/>
                <w:szCs w:val="36"/>
              </w:rPr>
            </w:pPr>
          </w:p>
        </w:tc>
        <w:tc>
          <w:tcPr>
            <w:tcW w:w="6588" w:type="dxa"/>
          </w:tcPr>
          <w:p w:rsidR="00EB42C9" w:rsidRPr="004E3BEE" w:rsidRDefault="00A3099B" w:rsidP="00A3099B">
            <w:pPr>
              <w:rPr>
                <w:sz w:val="36"/>
                <w:szCs w:val="36"/>
              </w:rPr>
            </w:pPr>
            <w:r w:rsidRPr="004E3BEE">
              <w:rPr>
                <w:sz w:val="36"/>
                <w:szCs w:val="36"/>
              </w:rPr>
              <w:lastRenderedPageBreak/>
              <w:t xml:space="preserve">1. </w:t>
            </w:r>
            <w:r w:rsidR="004E3BEE">
              <w:rPr>
                <w:sz w:val="36"/>
                <w:szCs w:val="36"/>
              </w:rPr>
              <w:t xml:space="preserve">BBC: </w:t>
            </w:r>
            <w:r w:rsidR="002A2E24" w:rsidRPr="004E3BEE">
              <w:rPr>
                <w:sz w:val="36"/>
                <w:szCs w:val="36"/>
              </w:rPr>
              <w:t>Match the Mao Symbol Game http://www.bbc.co.uk/schools/barnabybear/games/map.shtml</w:t>
            </w:r>
          </w:p>
          <w:p w:rsidR="00A3099B" w:rsidRPr="004E3BEE" w:rsidRDefault="00A3099B" w:rsidP="00A3099B">
            <w:pPr>
              <w:rPr>
                <w:sz w:val="36"/>
                <w:szCs w:val="36"/>
              </w:rPr>
            </w:pPr>
            <w:r w:rsidRPr="004E3BEE">
              <w:rPr>
                <w:sz w:val="36"/>
                <w:szCs w:val="36"/>
              </w:rPr>
              <w:t>2.</w:t>
            </w:r>
            <w:r w:rsidR="002A2E24" w:rsidRPr="004E3BEE">
              <w:t xml:space="preserve"> </w:t>
            </w:r>
            <w:proofErr w:type="spellStart"/>
            <w:r w:rsidR="004E3BEE">
              <w:rPr>
                <w:sz w:val="36"/>
                <w:szCs w:val="36"/>
              </w:rPr>
              <w:t>Edu</w:t>
            </w:r>
            <w:proofErr w:type="spellEnd"/>
            <w:r w:rsidR="004E3BEE">
              <w:rPr>
                <w:sz w:val="36"/>
                <w:szCs w:val="36"/>
              </w:rPr>
              <w:t xml:space="preserve"> Place: U</w:t>
            </w:r>
            <w:r w:rsidR="002A2E24" w:rsidRPr="004E3BEE">
              <w:rPr>
                <w:sz w:val="36"/>
                <w:szCs w:val="36"/>
              </w:rPr>
              <w:t>se a compass rose http://eduplace.com/kids/socsci/books/applications/imaps/maps/g1_u3/</w:t>
            </w:r>
          </w:p>
          <w:p w:rsidR="00A3099B" w:rsidRPr="004E3BEE" w:rsidRDefault="00A3099B" w:rsidP="00A3099B">
            <w:pPr>
              <w:rPr>
                <w:sz w:val="36"/>
                <w:szCs w:val="36"/>
              </w:rPr>
            </w:pPr>
            <w:r w:rsidRPr="004E3BEE">
              <w:rPr>
                <w:sz w:val="36"/>
                <w:szCs w:val="36"/>
              </w:rPr>
              <w:t>3.</w:t>
            </w:r>
            <w:r w:rsidR="002A2E24" w:rsidRPr="004E3BEE">
              <w:t xml:space="preserve"> </w:t>
            </w:r>
            <w:r w:rsidR="004E3BEE">
              <w:rPr>
                <w:sz w:val="36"/>
                <w:szCs w:val="36"/>
              </w:rPr>
              <w:t>BBC: L</w:t>
            </w:r>
            <w:r w:rsidR="002A2E24" w:rsidRPr="004E3BEE">
              <w:rPr>
                <w:sz w:val="36"/>
                <w:szCs w:val="36"/>
              </w:rPr>
              <w:t>andscapes of Mapping Skills http://www.bbc.co.uk/scotland/education/sysm/landscapes/highlands_islands/flash/flash_full_mapskills.shtml</w:t>
            </w:r>
          </w:p>
          <w:p w:rsidR="00A3099B" w:rsidRPr="004E3BEE" w:rsidRDefault="00A3099B" w:rsidP="00A3099B">
            <w:pPr>
              <w:rPr>
                <w:sz w:val="36"/>
                <w:szCs w:val="36"/>
              </w:rPr>
            </w:pPr>
            <w:r w:rsidRPr="004E3BEE">
              <w:rPr>
                <w:sz w:val="36"/>
                <w:szCs w:val="36"/>
              </w:rPr>
              <w:t>4.</w:t>
            </w:r>
            <w:r w:rsidR="004E3BEE">
              <w:rPr>
                <w:sz w:val="36"/>
                <w:szCs w:val="36"/>
              </w:rPr>
              <w:t xml:space="preserve"> </w:t>
            </w:r>
            <w:proofErr w:type="spellStart"/>
            <w:r w:rsidR="004E3BEE">
              <w:rPr>
                <w:sz w:val="36"/>
                <w:szCs w:val="36"/>
              </w:rPr>
              <w:t>BrainPop</w:t>
            </w:r>
            <w:proofErr w:type="spellEnd"/>
            <w:r w:rsidR="004E3BEE">
              <w:rPr>
                <w:sz w:val="36"/>
                <w:szCs w:val="36"/>
              </w:rPr>
              <w:t xml:space="preserve"> Educators: Lesson Ideas: Reading Maps </w:t>
            </w:r>
            <w:r w:rsidR="004E3BEE" w:rsidRPr="004E3BEE">
              <w:rPr>
                <w:sz w:val="36"/>
                <w:szCs w:val="36"/>
              </w:rPr>
              <w:t>http://www.brainpop.com/educators/community/bp-jr-topic/reading-maps/</w:t>
            </w:r>
          </w:p>
          <w:p w:rsidR="00A3099B" w:rsidRDefault="00A3099B" w:rsidP="00A3099B">
            <w:pPr>
              <w:rPr>
                <w:b/>
                <w:sz w:val="36"/>
                <w:szCs w:val="36"/>
              </w:rPr>
            </w:pPr>
            <w:r w:rsidRPr="004E3BEE">
              <w:rPr>
                <w:sz w:val="36"/>
                <w:szCs w:val="36"/>
              </w:rPr>
              <w:t>5.</w:t>
            </w:r>
            <w:r w:rsidR="004E3BEE">
              <w:t xml:space="preserve"> </w:t>
            </w:r>
            <w:r w:rsidR="004E3BEE">
              <w:rPr>
                <w:sz w:val="36"/>
                <w:szCs w:val="36"/>
              </w:rPr>
              <w:t>Pro Teacher: Directory: h</w:t>
            </w:r>
            <w:r w:rsidR="004E3BEE" w:rsidRPr="004E3BEE">
              <w:rPr>
                <w:sz w:val="36"/>
                <w:szCs w:val="36"/>
              </w:rPr>
              <w:t>ttp:/</w:t>
            </w:r>
            <w:r w:rsidR="004E3BEE">
              <w:rPr>
                <w:sz w:val="36"/>
                <w:szCs w:val="36"/>
              </w:rPr>
              <w:t>/www.proteacher.com/090030.shtml</w:t>
            </w:r>
            <w:bookmarkStart w:id="0" w:name="_GoBack"/>
            <w:bookmarkEnd w:id="0"/>
          </w:p>
          <w:p w:rsidR="00A3099B" w:rsidRPr="00EB42C9" w:rsidRDefault="00A3099B" w:rsidP="00A3099B">
            <w:pPr>
              <w:rPr>
                <w:b/>
                <w:sz w:val="36"/>
                <w:szCs w:val="36"/>
              </w:rPr>
            </w:pPr>
          </w:p>
        </w:tc>
      </w:tr>
    </w:tbl>
    <w:p w:rsidR="00EB42C9" w:rsidRDefault="00EB42C9"/>
    <w:sectPr w:rsidR="00EB42C9" w:rsidSect="00EB42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C9"/>
    <w:rsid w:val="002A2E24"/>
    <w:rsid w:val="004D5562"/>
    <w:rsid w:val="004E3BEE"/>
    <w:rsid w:val="00A3099B"/>
    <w:rsid w:val="00EB42C9"/>
    <w:rsid w:val="00F1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2E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2E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2E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2E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F3B4F3BD</Template>
  <TotalTime>9</TotalTime>
  <Pages>2</Pages>
  <Words>208</Words>
  <Characters>1186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arpeterson</dc:creator>
  <cp:lastModifiedBy>Marissa Whipple</cp:lastModifiedBy>
  <cp:revision>2</cp:revision>
  <cp:lastPrinted>2013-08-30T17:51:00Z</cp:lastPrinted>
  <dcterms:created xsi:type="dcterms:W3CDTF">2014-03-05T19:09:00Z</dcterms:created>
  <dcterms:modified xsi:type="dcterms:W3CDTF">2014-03-05T19:09:00Z</dcterms:modified>
</cp:coreProperties>
</file>