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94" w:rsidRDefault="00966556" w:rsidP="00966556">
      <w:pPr>
        <w:jc w:val="center"/>
        <w:rPr>
          <w:rFonts w:cstheme="minorHAnsi"/>
          <w:b/>
          <w:sz w:val="28"/>
          <w:szCs w:val="28"/>
        </w:rPr>
      </w:pPr>
      <w:r w:rsidRPr="00966556">
        <w:rPr>
          <w:rFonts w:cstheme="minorHAnsi"/>
          <w:b/>
          <w:sz w:val="28"/>
          <w:szCs w:val="28"/>
        </w:rPr>
        <w:t>REVISED-BLOOMS TAXONOMY</w:t>
      </w:r>
    </w:p>
    <w:p w:rsidR="00966556" w:rsidRDefault="00966556" w:rsidP="00966556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ESSENTIAL TOPIC:</w:t>
      </w:r>
      <w:r w:rsidR="00635493">
        <w:rPr>
          <w:rFonts w:cstheme="minorHAnsi"/>
          <w:b/>
          <w:sz w:val="28"/>
          <w:szCs w:val="28"/>
        </w:rPr>
        <w:t xml:space="preserve"> Identify and Name Major American Symbols </w:t>
      </w:r>
      <w:r>
        <w:rPr>
          <w:rFonts w:cstheme="minorHAnsi"/>
          <w:b/>
          <w:sz w:val="28"/>
          <w:szCs w:val="28"/>
        </w:rPr>
        <w:t>GRADE:</w:t>
      </w:r>
      <w:r w:rsidR="00635493">
        <w:rPr>
          <w:rFonts w:cstheme="minorHAnsi"/>
          <w:b/>
          <w:sz w:val="28"/>
          <w:szCs w:val="28"/>
        </w:rPr>
        <w:t xml:space="preserve"> 1</w:t>
      </w:r>
      <w:r w:rsidR="00635493" w:rsidRPr="00635493">
        <w:rPr>
          <w:rFonts w:cstheme="minorHAnsi"/>
          <w:b/>
          <w:sz w:val="28"/>
          <w:szCs w:val="28"/>
          <w:vertAlign w:val="superscript"/>
        </w:rPr>
        <w:t>st</w:t>
      </w:r>
      <w:r w:rsidR="00635493">
        <w:rPr>
          <w:rFonts w:cstheme="minorHAnsi"/>
          <w:b/>
          <w:sz w:val="28"/>
          <w:szCs w:val="28"/>
        </w:rPr>
        <w:t xml:space="preserve"> grade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67"/>
        <w:gridCol w:w="1461"/>
        <w:gridCol w:w="1080"/>
        <w:gridCol w:w="4860"/>
      </w:tblGrid>
      <w:tr w:rsidR="00966556" w:rsidRPr="008F7749" w:rsidTr="00966556">
        <w:trPr>
          <w:trHeight w:val="238"/>
        </w:trPr>
        <w:tc>
          <w:tcPr>
            <w:tcW w:w="2067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 w:rsidRPr="008F7749">
              <w:rPr>
                <w:rFonts w:ascii="Arial Narrow" w:hAnsi="Arial Narrow" w:cs="Arial"/>
                <w:b/>
              </w:rPr>
              <w:t>Skill</w:t>
            </w:r>
          </w:p>
        </w:tc>
        <w:tc>
          <w:tcPr>
            <w:tcW w:w="1461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 w:rsidRPr="008F7749">
              <w:rPr>
                <w:rFonts w:ascii="Arial Narrow" w:hAnsi="Arial Narrow" w:cs="Arial"/>
                <w:b/>
              </w:rPr>
              <w:t>Key Words</w:t>
            </w:r>
          </w:p>
        </w:tc>
        <w:tc>
          <w:tcPr>
            <w:tcW w:w="1080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860" w:type="dxa"/>
          </w:tcPr>
          <w:p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Question</w:t>
            </w:r>
          </w:p>
        </w:tc>
      </w:tr>
      <w:tr w:rsidR="00966556" w:rsidRPr="001C768D" w:rsidTr="00966556">
        <w:trPr>
          <w:cantSplit/>
          <w:trHeight w:val="1412"/>
        </w:trPr>
        <w:tc>
          <w:tcPr>
            <w:tcW w:w="2067" w:type="dxa"/>
            <w:vAlign w:val="center"/>
          </w:tcPr>
          <w:p w:rsidR="00966556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Remembering</w:t>
            </w:r>
          </w:p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Define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Duplicate 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List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Memorize 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Recall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Repeat 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Reproduce 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State</w:t>
            </w:r>
          </w:p>
        </w:tc>
        <w:tc>
          <w:tcPr>
            <w:tcW w:w="4860" w:type="dxa"/>
          </w:tcPr>
          <w:p w:rsidR="00966556" w:rsidRPr="001C768D" w:rsidRDefault="00635493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List 5 American Symbols, and define what they are. </w:t>
            </w:r>
          </w:p>
        </w:tc>
      </w:tr>
      <w:tr w:rsidR="00966556" w:rsidRPr="001C768D" w:rsidTr="00966556">
        <w:trPr>
          <w:cantSplit/>
          <w:trHeight w:val="179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Understanding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Classify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Describe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Discuss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Explain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Identify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Locate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Recognize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Report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Select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Translate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Paraphrase</w:t>
            </w:r>
          </w:p>
        </w:tc>
        <w:tc>
          <w:tcPr>
            <w:tcW w:w="4860" w:type="dxa"/>
          </w:tcPr>
          <w:p w:rsidR="00966556" w:rsidRPr="001C768D" w:rsidRDefault="00635493" w:rsidP="0063549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Locate where you would find Mount Rushmore, the White House, the Liberty Bell, and the Statue of Liberty.</w:t>
            </w:r>
          </w:p>
        </w:tc>
      </w:tr>
      <w:tr w:rsidR="00966556" w:rsidRPr="001C768D" w:rsidTr="00966556">
        <w:trPr>
          <w:cantSplit/>
          <w:trHeight w:val="179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Applying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Choose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Demonstrate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Dramatize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Employ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Illustrate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Interpret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Operate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Schedule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Sketch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Solve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Use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Write</w:t>
            </w:r>
          </w:p>
        </w:tc>
        <w:tc>
          <w:tcPr>
            <w:tcW w:w="4860" w:type="dxa"/>
          </w:tcPr>
          <w:p w:rsidR="00966556" w:rsidRPr="001C768D" w:rsidRDefault="00635493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Illustrate what the American Flag looks like in our classroom.  </w:t>
            </w:r>
          </w:p>
        </w:tc>
      </w:tr>
      <w:tr w:rsidR="00966556" w:rsidRPr="001C768D" w:rsidTr="00966556">
        <w:trPr>
          <w:cantSplit/>
          <w:trHeight w:val="179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Analyzing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Appraise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Compare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Contrast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Criticize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Differentiate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Discriminate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Distinguish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Examine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Experiment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Question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Test</w:t>
            </w:r>
          </w:p>
        </w:tc>
        <w:tc>
          <w:tcPr>
            <w:tcW w:w="4860" w:type="dxa"/>
          </w:tcPr>
          <w:p w:rsidR="00966556" w:rsidRPr="001C768D" w:rsidRDefault="00635493" w:rsidP="0063549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Compare and Contrast Mount Rushmore and the Statue of Liberty.  </w:t>
            </w:r>
          </w:p>
        </w:tc>
      </w:tr>
      <w:tr w:rsidR="00966556" w:rsidRPr="001C768D" w:rsidTr="00966556">
        <w:trPr>
          <w:cantSplit/>
          <w:trHeight w:val="1250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Evaluating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Appraise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Argue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Defend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Judge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Select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Support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Value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Evaluate</w:t>
            </w:r>
          </w:p>
        </w:tc>
        <w:tc>
          <w:tcPr>
            <w:tcW w:w="4860" w:type="dxa"/>
          </w:tcPr>
          <w:p w:rsidR="00966556" w:rsidRPr="001C768D" w:rsidRDefault="00635493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Select your favorite American symbol, and tell me why it is your favorite with supportive information on what that symbol is.  </w:t>
            </w:r>
          </w:p>
        </w:tc>
      </w:tr>
      <w:tr w:rsidR="00966556" w:rsidRPr="001C768D" w:rsidTr="00966556">
        <w:trPr>
          <w:cantSplit/>
          <w:trHeight w:val="1422"/>
        </w:trPr>
        <w:tc>
          <w:tcPr>
            <w:tcW w:w="2067" w:type="dxa"/>
            <w:vAlign w:val="center"/>
          </w:tcPr>
          <w:p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Creating</w:t>
            </w:r>
          </w:p>
        </w:tc>
        <w:tc>
          <w:tcPr>
            <w:tcW w:w="1461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Assemble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Construct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Create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Design</w:t>
            </w:r>
          </w:p>
        </w:tc>
        <w:tc>
          <w:tcPr>
            <w:tcW w:w="1080" w:type="dxa"/>
          </w:tcPr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Develop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Formulate</w:t>
            </w:r>
          </w:p>
          <w:p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Write</w:t>
            </w:r>
          </w:p>
        </w:tc>
        <w:tc>
          <w:tcPr>
            <w:tcW w:w="4860" w:type="dxa"/>
          </w:tcPr>
          <w:p w:rsidR="00966556" w:rsidRPr="001C768D" w:rsidRDefault="00635493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Create a booklet that talks about 4 American Symbols and includes a title page.  </w:t>
            </w:r>
            <w:bookmarkStart w:id="0" w:name="_GoBack"/>
            <w:bookmarkEnd w:id="0"/>
          </w:p>
        </w:tc>
      </w:tr>
    </w:tbl>
    <w:p w:rsidR="00966556" w:rsidRDefault="00966556" w:rsidP="00966556">
      <w:pPr>
        <w:rPr>
          <w:rFonts w:cstheme="minorHAnsi"/>
          <w:b/>
          <w:sz w:val="28"/>
          <w:szCs w:val="28"/>
        </w:rPr>
      </w:pPr>
    </w:p>
    <w:p w:rsidR="00966556" w:rsidRPr="00966556" w:rsidRDefault="00966556" w:rsidP="00966556">
      <w:pPr>
        <w:jc w:val="center"/>
        <w:rPr>
          <w:rFonts w:cstheme="minorHAnsi"/>
          <w:b/>
          <w:sz w:val="28"/>
          <w:szCs w:val="28"/>
        </w:rPr>
      </w:pPr>
    </w:p>
    <w:sectPr w:rsidR="00966556" w:rsidRPr="00966556" w:rsidSect="00966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56"/>
    <w:rsid w:val="0021687B"/>
    <w:rsid w:val="00635493"/>
    <w:rsid w:val="0070661E"/>
    <w:rsid w:val="00966556"/>
    <w:rsid w:val="00F0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16BB4133</Template>
  <TotalTime>0</TotalTime>
  <Pages>1</Pages>
  <Words>175</Words>
  <Characters>1003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Marissa Whipple</cp:lastModifiedBy>
  <cp:revision>2</cp:revision>
  <cp:lastPrinted>2011-08-29T14:19:00Z</cp:lastPrinted>
  <dcterms:created xsi:type="dcterms:W3CDTF">2014-03-10T20:07:00Z</dcterms:created>
  <dcterms:modified xsi:type="dcterms:W3CDTF">2014-03-10T20:07:00Z</dcterms:modified>
</cp:coreProperties>
</file>