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62" w:rsidRPr="00EB42C9" w:rsidRDefault="00EB42C9" w:rsidP="00EB42C9">
      <w:pPr>
        <w:jc w:val="center"/>
        <w:rPr>
          <w:sz w:val="36"/>
          <w:szCs w:val="36"/>
        </w:rPr>
      </w:pPr>
      <w:bookmarkStart w:id="0" w:name="_GoBack"/>
      <w:bookmarkEnd w:id="0"/>
      <w:r w:rsidRPr="00EB42C9">
        <w:rPr>
          <w:sz w:val="36"/>
          <w:szCs w:val="36"/>
        </w:rPr>
        <w:t>LESSON PLAN</w:t>
      </w:r>
    </w:p>
    <w:p w:rsidR="00EB42C9" w:rsidRDefault="00EB42C9">
      <w:pPr>
        <w:rPr>
          <w:sz w:val="36"/>
          <w:szCs w:val="36"/>
        </w:rPr>
      </w:pPr>
      <w:r w:rsidRPr="00EB42C9">
        <w:rPr>
          <w:sz w:val="36"/>
          <w:szCs w:val="36"/>
        </w:rPr>
        <w:t>LESSON TOPIC</w:t>
      </w:r>
      <w:r>
        <w:rPr>
          <w:sz w:val="36"/>
          <w:szCs w:val="36"/>
        </w:rPr>
        <w:t xml:space="preserve">: </w:t>
      </w:r>
      <w:r w:rsidR="009305AB">
        <w:rPr>
          <w:b/>
          <w:sz w:val="36"/>
          <w:szCs w:val="36"/>
        </w:rPr>
        <w:t>Name Important American Symbols/Landmarks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138"/>
        <w:gridCol w:w="7038"/>
      </w:tblGrid>
      <w:tr w:rsidR="009305AB" w:rsidTr="009305AB">
        <w:tc>
          <w:tcPr>
            <w:tcW w:w="6138" w:type="dxa"/>
          </w:tcPr>
          <w:p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LITERATURE BOOKS FOR LESSON TOPIC</w:t>
            </w:r>
          </w:p>
          <w:p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Include authors’ names</w:t>
            </w:r>
          </w:p>
        </w:tc>
        <w:tc>
          <w:tcPr>
            <w:tcW w:w="7038" w:type="dxa"/>
          </w:tcPr>
          <w:p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WEBSITES FOR LESSON TOPIC</w:t>
            </w:r>
          </w:p>
          <w:p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Website: URL</w:t>
            </w:r>
          </w:p>
        </w:tc>
      </w:tr>
      <w:tr w:rsidR="009305AB" w:rsidTr="009305AB">
        <w:tc>
          <w:tcPr>
            <w:tcW w:w="6138" w:type="dxa"/>
          </w:tcPr>
          <w:p w:rsidR="009305AB" w:rsidRPr="009305AB" w:rsidRDefault="009305AB" w:rsidP="009305A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535353"/>
                <w:sz w:val="24"/>
                <w:szCs w:val="24"/>
              </w:rPr>
            </w:pPr>
            <w:r w:rsidRPr="009305AB">
              <w:rPr>
                <w:i/>
                <w:sz w:val="24"/>
                <w:szCs w:val="24"/>
              </w:rPr>
              <w:t>O, Say can you see?</w:t>
            </w:r>
            <w:r w:rsidRPr="009305AB">
              <w:rPr>
                <w:b/>
                <w:sz w:val="24"/>
                <w:szCs w:val="24"/>
              </w:rPr>
              <w:t xml:space="preserve"> </w:t>
            </w:r>
            <w:r w:rsidRPr="009305AB">
              <w:rPr>
                <w:sz w:val="24"/>
                <w:szCs w:val="24"/>
              </w:rPr>
              <w:t xml:space="preserve">By </w:t>
            </w:r>
            <w:r>
              <w:rPr>
                <w:rFonts w:ascii="Arial" w:hAnsi="Arial" w:cs="Arial"/>
                <w:color w:val="535353"/>
                <w:sz w:val="24"/>
                <w:szCs w:val="24"/>
              </w:rPr>
              <w:t>Shelia Keenan</w:t>
            </w:r>
            <w:r w:rsidRPr="009305AB">
              <w:rPr>
                <w:rFonts w:ascii="Arial" w:hAnsi="Arial" w:cs="Arial"/>
                <w:color w:val="535353"/>
                <w:sz w:val="24"/>
                <w:szCs w:val="24"/>
              </w:rPr>
              <w:t>: http://www.amazon.com/Oh-Say-Can-You-See/dp/043942450X</w:t>
            </w:r>
          </w:p>
          <w:p w:rsidR="009305AB" w:rsidRPr="009305AB" w:rsidRDefault="00A3099B" w:rsidP="00A3099B">
            <w:pPr>
              <w:rPr>
                <w:b/>
                <w:sz w:val="24"/>
                <w:szCs w:val="24"/>
              </w:rPr>
            </w:pPr>
            <w:r w:rsidRPr="009305AB">
              <w:rPr>
                <w:b/>
                <w:sz w:val="24"/>
                <w:szCs w:val="24"/>
              </w:rPr>
              <w:t>2.</w:t>
            </w:r>
            <w:r w:rsidR="009305AB">
              <w:rPr>
                <w:b/>
                <w:sz w:val="24"/>
                <w:szCs w:val="24"/>
              </w:rPr>
              <w:t xml:space="preserve"> </w:t>
            </w:r>
            <w:r w:rsidR="009305AB" w:rsidRPr="009305AB">
              <w:rPr>
                <w:i/>
                <w:sz w:val="24"/>
                <w:szCs w:val="24"/>
              </w:rPr>
              <w:t>F is for Flag</w:t>
            </w:r>
            <w:r w:rsidR="009305AB">
              <w:rPr>
                <w:b/>
                <w:sz w:val="24"/>
                <w:szCs w:val="24"/>
              </w:rPr>
              <w:t xml:space="preserve"> </w:t>
            </w:r>
            <w:r w:rsidR="009305AB" w:rsidRPr="009305AB">
              <w:rPr>
                <w:sz w:val="24"/>
                <w:szCs w:val="24"/>
              </w:rPr>
              <w:t xml:space="preserve">By Wendy </w:t>
            </w:r>
            <w:proofErr w:type="spellStart"/>
            <w:r w:rsidR="009305AB" w:rsidRPr="009305AB">
              <w:rPr>
                <w:sz w:val="24"/>
                <w:szCs w:val="24"/>
              </w:rPr>
              <w:t>Lewison</w:t>
            </w:r>
            <w:proofErr w:type="spellEnd"/>
            <w:r w:rsidR="009305AB" w:rsidRPr="009305AB">
              <w:rPr>
                <w:sz w:val="24"/>
                <w:szCs w:val="24"/>
              </w:rPr>
              <w:t xml:space="preserve"> http://www.amazon.com/Is-For-Flag-Reading-Railroad/dp/0448428385/ref=pd_sim_sbs_b_3?ie=UTF8&amp;refRID=07BFFP2HB0F0GGNCDVAP</w:t>
            </w:r>
          </w:p>
          <w:p w:rsidR="00A3099B" w:rsidRPr="009305AB" w:rsidRDefault="00A3099B" w:rsidP="00A3099B">
            <w:pPr>
              <w:rPr>
                <w:b/>
                <w:sz w:val="24"/>
                <w:szCs w:val="24"/>
              </w:rPr>
            </w:pPr>
            <w:r w:rsidRPr="009305AB">
              <w:rPr>
                <w:b/>
                <w:sz w:val="24"/>
                <w:szCs w:val="24"/>
              </w:rPr>
              <w:t>3.</w:t>
            </w:r>
            <w:r w:rsidR="009305AB">
              <w:rPr>
                <w:b/>
                <w:sz w:val="24"/>
                <w:szCs w:val="24"/>
              </w:rPr>
              <w:t xml:space="preserve"> </w:t>
            </w:r>
            <w:r w:rsidR="009305AB" w:rsidRPr="009305AB">
              <w:rPr>
                <w:i/>
                <w:sz w:val="24"/>
                <w:szCs w:val="24"/>
              </w:rPr>
              <w:t>L is for Liberty</w:t>
            </w:r>
            <w:r w:rsidR="009305AB">
              <w:rPr>
                <w:b/>
                <w:sz w:val="24"/>
                <w:szCs w:val="24"/>
              </w:rPr>
              <w:t xml:space="preserve"> </w:t>
            </w:r>
            <w:r w:rsidR="009305AB" w:rsidRPr="009305AB">
              <w:rPr>
                <w:sz w:val="24"/>
                <w:szCs w:val="24"/>
              </w:rPr>
              <w:t xml:space="preserve">By: Wendy </w:t>
            </w:r>
            <w:proofErr w:type="spellStart"/>
            <w:r w:rsidR="009305AB" w:rsidRPr="009305AB">
              <w:rPr>
                <w:sz w:val="24"/>
                <w:szCs w:val="24"/>
              </w:rPr>
              <w:t>Lewison</w:t>
            </w:r>
            <w:proofErr w:type="spellEnd"/>
            <w:r w:rsidR="009305AB" w:rsidRPr="009305AB">
              <w:rPr>
                <w:sz w:val="24"/>
                <w:szCs w:val="24"/>
              </w:rPr>
              <w:t>: http://www.amazon.com/L-Is-Liberty-Reading-Railroad/dp/0448432285/ref=pd_sim_b_2?ie=UTF8&amp;refRID=14Z941FHHSYCPFC76JJX</w:t>
            </w:r>
          </w:p>
          <w:p w:rsidR="00A3099B" w:rsidRPr="009305AB" w:rsidRDefault="00A3099B" w:rsidP="00A3099B">
            <w:pPr>
              <w:rPr>
                <w:b/>
                <w:sz w:val="24"/>
                <w:szCs w:val="24"/>
              </w:rPr>
            </w:pPr>
            <w:r w:rsidRPr="009305AB">
              <w:rPr>
                <w:b/>
                <w:sz w:val="24"/>
                <w:szCs w:val="24"/>
              </w:rPr>
              <w:t>4.</w:t>
            </w:r>
            <w:r w:rsidR="009305AB">
              <w:rPr>
                <w:b/>
                <w:sz w:val="24"/>
                <w:szCs w:val="24"/>
              </w:rPr>
              <w:t xml:space="preserve"> </w:t>
            </w:r>
            <w:r w:rsidR="009305AB" w:rsidRPr="009305AB">
              <w:rPr>
                <w:i/>
                <w:sz w:val="24"/>
                <w:szCs w:val="24"/>
              </w:rPr>
              <w:t>The Liberty Bell</w:t>
            </w:r>
            <w:r w:rsidR="009305AB">
              <w:rPr>
                <w:b/>
                <w:sz w:val="24"/>
                <w:szCs w:val="24"/>
              </w:rPr>
              <w:t xml:space="preserve"> </w:t>
            </w:r>
            <w:r w:rsidR="009305AB" w:rsidRPr="009305AB">
              <w:rPr>
                <w:sz w:val="24"/>
                <w:szCs w:val="24"/>
              </w:rPr>
              <w:t>By Mary Firestone: http://www.amazon.com/The-Liberty-Bell-American-Symbols/dp/1404834672/ref=pd_sim_b_2?ie=UTF8&amp;refRID=18QCFD19QRQG1CYEXZP2</w:t>
            </w:r>
          </w:p>
          <w:p w:rsidR="00EB42C9" w:rsidRPr="009305AB" w:rsidRDefault="00A3099B" w:rsidP="00A3099B">
            <w:pPr>
              <w:rPr>
                <w:b/>
                <w:sz w:val="24"/>
                <w:szCs w:val="24"/>
              </w:rPr>
            </w:pPr>
            <w:r w:rsidRPr="009305AB">
              <w:rPr>
                <w:b/>
                <w:sz w:val="24"/>
                <w:szCs w:val="24"/>
              </w:rPr>
              <w:t>5.</w:t>
            </w:r>
            <w:r w:rsidR="009305AB">
              <w:rPr>
                <w:rFonts w:ascii="Arial" w:hAnsi="Arial" w:cs="Arial"/>
                <w:b/>
                <w:bCs/>
                <w:color w:val="262626"/>
                <w:sz w:val="42"/>
                <w:szCs w:val="42"/>
              </w:rPr>
              <w:t xml:space="preserve"> </w:t>
            </w:r>
            <w:r w:rsidR="009305AB" w:rsidRPr="009305AB">
              <w:rPr>
                <w:rFonts w:ascii="Arial" w:hAnsi="Arial" w:cs="Arial"/>
                <w:bCs/>
                <w:i/>
                <w:color w:val="262626"/>
                <w:sz w:val="24"/>
                <w:szCs w:val="24"/>
              </w:rPr>
              <w:t>Celebrate America: A Guide to America's Greatest Symbols</w:t>
            </w:r>
            <w:r w:rsidR="009305AB">
              <w:rPr>
                <w:rFonts w:ascii="Arial" w:hAnsi="Arial" w:cs="Arial"/>
                <w:bCs/>
                <w:color w:val="262626"/>
                <w:sz w:val="24"/>
                <w:szCs w:val="24"/>
              </w:rPr>
              <w:t xml:space="preserve"> by Mary Firestone: </w:t>
            </w:r>
            <w:r w:rsidR="009305AB" w:rsidRPr="009305AB">
              <w:rPr>
                <w:rFonts w:ascii="Arial" w:hAnsi="Arial" w:cs="Arial"/>
                <w:bCs/>
                <w:color w:val="262626"/>
                <w:sz w:val="24"/>
                <w:szCs w:val="24"/>
              </w:rPr>
              <w:t>http://www.amazon.com/Celebrate-America-Americas-Greatest-American/dp/140486170X/ref=pd_sim_sbs_b_4?ie=UTF8&amp;refRID=0CJRSTS4M7Q0F0NK7G4T</w:t>
            </w:r>
          </w:p>
        </w:tc>
        <w:tc>
          <w:tcPr>
            <w:tcW w:w="7038" w:type="dxa"/>
          </w:tcPr>
          <w:p w:rsidR="00EB42C9" w:rsidRDefault="00A3099B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1. </w:t>
            </w:r>
            <w:r w:rsidR="009305AB">
              <w:rPr>
                <w:b/>
                <w:sz w:val="36"/>
                <w:szCs w:val="36"/>
              </w:rPr>
              <w:t xml:space="preserve">Teacher to the Core: </w:t>
            </w:r>
            <w:r w:rsidR="009305AB" w:rsidRPr="009305AB">
              <w:rPr>
                <w:sz w:val="36"/>
                <w:szCs w:val="36"/>
              </w:rPr>
              <w:t>http://teachertothecore.blogspot.com/2012/10/american-symbols.html</w:t>
            </w:r>
          </w:p>
          <w:p w:rsidR="00A3099B" w:rsidRDefault="00A3099B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  <w:r w:rsidR="003004B7">
              <w:rPr>
                <w:b/>
                <w:sz w:val="36"/>
                <w:szCs w:val="36"/>
              </w:rPr>
              <w:t xml:space="preserve"> Internet4Classroom: </w:t>
            </w:r>
            <w:r w:rsidR="003004B7" w:rsidRPr="003004B7">
              <w:rPr>
                <w:sz w:val="36"/>
                <w:szCs w:val="36"/>
              </w:rPr>
              <w:t>http://www.internet4classrooms.com/grade_level_help/governance_civics_symbols_first_1st_grade_social_studies.htm</w:t>
            </w:r>
          </w:p>
          <w:p w:rsidR="00A3099B" w:rsidRDefault="00A3099B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  <w:r w:rsidR="003004B7">
              <w:rPr>
                <w:b/>
                <w:sz w:val="36"/>
                <w:szCs w:val="36"/>
              </w:rPr>
              <w:t xml:space="preserve"> YouTube: American Symbols: </w:t>
            </w:r>
            <w:r w:rsidR="003004B7" w:rsidRPr="003004B7">
              <w:rPr>
                <w:sz w:val="36"/>
                <w:szCs w:val="36"/>
              </w:rPr>
              <w:t>http://www.youtube.com/watch?v=iqWCzBvfhQY</w:t>
            </w:r>
          </w:p>
          <w:p w:rsidR="00A3099B" w:rsidRDefault="00A3099B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  <w:r w:rsidR="003004B7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="003004B7">
              <w:rPr>
                <w:b/>
                <w:sz w:val="36"/>
                <w:szCs w:val="36"/>
              </w:rPr>
              <w:t>BrainPop</w:t>
            </w:r>
            <w:proofErr w:type="spellEnd"/>
            <w:r w:rsidR="003004B7">
              <w:rPr>
                <w:b/>
                <w:sz w:val="36"/>
                <w:szCs w:val="36"/>
              </w:rPr>
              <w:t xml:space="preserve"> Jr.: </w:t>
            </w:r>
            <w:r w:rsidR="003004B7" w:rsidRPr="003004B7">
              <w:rPr>
                <w:sz w:val="36"/>
                <w:szCs w:val="36"/>
              </w:rPr>
              <w:t>http://www.brainpopjr.com/socialstudies/citizenship/ussymbols/</w:t>
            </w:r>
          </w:p>
          <w:p w:rsidR="00A3099B" w:rsidRDefault="00A3099B" w:rsidP="00A3099B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5.</w:t>
            </w:r>
            <w:r w:rsidR="003004B7">
              <w:rPr>
                <w:b/>
                <w:sz w:val="36"/>
                <w:szCs w:val="36"/>
              </w:rPr>
              <w:t xml:space="preserve"> Enchanted Learning: </w:t>
            </w:r>
            <w:r w:rsidR="003004B7" w:rsidRPr="003004B7">
              <w:rPr>
                <w:sz w:val="28"/>
                <w:szCs w:val="36"/>
              </w:rPr>
              <w:t>http://www.enchantedlearning.com/history/us/symbols/</w:t>
            </w:r>
          </w:p>
          <w:p w:rsidR="00A3099B" w:rsidRPr="00EB42C9" w:rsidRDefault="00A3099B" w:rsidP="00A3099B">
            <w:pPr>
              <w:rPr>
                <w:b/>
                <w:sz w:val="36"/>
                <w:szCs w:val="36"/>
              </w:rPr>
            </w:pPr>
          </w:p>
        </w:tc>
      </w:tr>
    </w:tbl>
    <w:p w:rsidR="00EB42C9" w:rsidRDefault="00EB42C9"/>
    <w:sectPr w:rsidR="00EB42C9" w:rsidSect="00EB42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96556"/>
    <w:multiLevelType w:val="hybridMultilevel"/>
    <w:tmpl w:val="784435A8"/>
    <w:lvl w:ilvl="0" w:tplc="5C9416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C9"/>
    <w:rsid w:val="0004513B"/>
    <w:rsid w:val="003004B7"/>
    <w:rsid w:val="004D5562"/>
    <w:rsid w:val="009305AB"/>
    <w:rsid w:val="00A3099B"/>
    <w:rsid w:val="00EB42C9"/>
    <w:rsid w:val="00F1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05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05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05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05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E5B3887D</Template>
  <TotalTime>0</TotalTime>
  <Pages>2</Pages>
  <Words>209</Words>
  <Characters>1197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arpeterson</dc:creator>
  <cp:lastModifiedBy>Marissa Whipple</cp:lastModifiedBy>
  <cp:revision>2</cp:revision>
  <cp:lastPrinted>2013-08-30T17:51:00Z</cp:lastPrinted>
  <dcterms:created xsi:type="dcterms:W3CDTF">2014-03-13T15:52:00Z</dcterms:created>
  <dcterms:modified xsi:type="dcterms:W3CDTF">2014-03-13T15:52:00Z</dcterms:modified>
</cp:coreProperties>
</file>