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EA8" w:rsidRPr="00933EA8" w:rsidRDefault="00933EA8">
      <w:pPr>
        <w:rPr>
          <w:b/>
        </w:rPr>
      </w:pPr>
      <w:r w:rsidRPr="00933EA8">
        <w:rPr>
          <w:b/>
        </w:rPr>
        <w:t>LESSON TOPIC:</w:t>
      </w:r>
      <w:r w:rsidR="00D46FE6">
        <w:rPr>
          <w:b/>
        </w:rPr>
        <w:t xml:space="preserve"> </w:t>
      </w:r>
      <w:r w:rsidR="00D53181">
        <w:rPr>
          <w:b/>
        </w:rPr>
        <w:t>Names famous American Symbols</w:t>
      </w:r>
    </w:p>
    <w:p w:rsidR="00933EA8" w:rsidRPr="00933EA8" w:rsidRDefault="00933EA8">
      <w:pPr>
        <w:rPr>
          <w:b/>
        </w:rPr>
      </w:pPr>
      <w:proofErr w:type="gramStart"/>
      <w:r w:rsidRPr="00933EA8">
        <w:rPr>
          <w:b/>
        </w:rPr>
        <w:t>FIND  RESOURCES</w:t>
      </w:r>
      <w:proofErr w:type="gramEnd"/>
      <w:r w:rsidRPr="00933EA8">
        <w:rPr>
          <w:b/>
        </w:rPr>
        <w:t xml:space="preserve"> FOR THE FOLLOWING:</w:t>
      </w:r>
    </w:p>
    <w:p w:rsidR="00933EA8" w:rsidRPr="00933EA8" w:rsidRDefault="00933EA8" w:rsidP="00933EA8">
      <w:pPr>
        <w:pStyle w:val="ListParagraph"/>
        <w:numPr>
          <w:ilvl w:val="0"/>
          <w:numId w:val="4"/>
        </w:numPr>
        <w:rPr>
          <w:b/>
        </w:rPr>
      </w:pPr>
      <w:r w:rsidRPr="00933EA8">
        <w:rPr>
          <w:b/>
        </w:rPr>
        <w:t>Anticipatory Set:</w:t>
      </w:r>
    </w:p>
    <w:p w:rsidR="00933EA8" w:rsidRDefault="00933EA8" w:rsidP="00933EA8">
      <w:pPr>
        <w:ind w:firstLine="720"/>
      </w:pPr>
      <w:r>
        <w:t>Children’s Literature – name of books</w:t>
      </w:r>
    </w:p>
    <w:p w:rsidR="00933EA8" w:rsidRDefault="00933EA8" w:rsidP="00933EA8">
      <w:pPr>
        <w:ind w:firstLine="720"/>
      </w:pPr>
      <w:r>
        <w:t>a.</w:t>
      </w:r>
      <w:r w:rsidR="00835A28" w:rsidRPr="00835A28">
        <w:t xml:space="preserve"> 1.</w:t>
      </w:r>
      <w:r w:rsidR="00835A28" w:rsidRPr="00835A28">
        <w:tab/>
        <w:t>O, Say can you see? By Shelia Keenan: http://www.amazon.com/Oh-Say-Can-You-See/dp/043942450X</w:t>
      </w:r>
    </w:p>
    <w:p w:rsidR="00933EA8" w:rsidRDefault="00933EA8" w:rsidP="00933EA8">
      <w:pPr>
        <w:ind w:firstLine="720"/>
      </w:pPr>
      <w:r>
        <w:t>b.</w:t>
      </w:r>
      <w:r w:rsidR="00835A28">
        <w:t xml:space="preserve"> </w:t>
      </w:r>
      <w:r w:rsidR="00835A28" w:rsidRPr="00835A28">
        <w:t xml:space="preserve">F is for Flag </w:t>
      </w:r>
      <w:proofErr w:type="gramStart"/>
      <w:r w:rsidR="00835A28" w:rsidRPr="00835A28">
        <w:t>By</w:t>
      </w:r>
      <w:proofErr w:type="gramEnd"/>
      <w:r w:rsidR="00835A28" w:rsidRPr="00835A28">
        <w:t xml:space="preserve"> Wendy </w:t>
      </w:r>
      <w:proofErr w:type="spellStart"/>
      <w:r w:rsidR="00835A28" w:rsidRPr="00835A28">
        <w:t>Lewison</w:t>
      </w:r>
      <w:proofErr w:type="spellEnd"/>
      <w:r w:rsidR="00835A28" w:rsidRPr="00835A28">
        <w:t xml:space="preserve"> http://www.amazon.com/Is-For-Flag-Reading-Railroad/dp/0448428385/ref=pd_sim_sbs_b_3?ie=UTF8&amp;refRID=07BFFP2HB0F0GGNCDVAP</w:t>
      </w:r>
    </w:p>
    <w:p w:rsidR="00866D26" w:rsidRDefault="00866D26" w:rsidP="00933EA8">
      <w:pPr>
        <w:ind w:firstLine="720"/>
      </w:pPr>
      <w:r>
        <w:t>c.</w:t>
      </w:r>
      <w:r w:rsidR="00835A28">
        <w:t xml:space="preserve"> </w:t>
      </w:r>
      <w:r w:rsidR="00835A28" w:rsidRPr="00835A28">
        <w:t>Celebrate America: A Guide to America's Greatest Symbols by Mary Firestone: http://www.amazon.com/Celebrate-America-Americas-Greatest-American/dp/140486170X/ref=pd_sim_sbs_b_4?ie=UTF8&amp;refRID=0CJRSTS4M7Q0F0NK7G4T</w:t>
      </w:r>
      <w:bookmarkStart w:id="0" w:name="_GoBack"/>
      <w:bookmarkEnd w:id="0"/>
    </w:p>
    <w:p w:rsidR="00933EA8" w:rsidRDefault="00933EA8" w:rsidP="00933EA8">
      <w:pPr>
        <w:ind w:left="720"/>
      </w:pPr>
      <w:r>
        <w:t>Videos – name of videos</w:t>
      </w:r>
    </w:p>
    <w:p w:rsidR="00933EA8" w:rsidRDefault="00933EA8" w:rsidP="00933EA8">
      <w:pPr>
        <w:ind w:left="720"/>
      </w:pPr>
      <w:proofErr w:type="gramStart"/>
      <w:r>
        <w:t>a</w:t>
      </w:r>
      <w:proofErr w:type="gramEnd"/>
      <w:r>
        <w:t>.</w:t>
      </w:r>
      <w:r w:rsidR="005B0223">
        <w:t xml:space="preserve"> American Symbols- </w:t>
      </w:r>
      <w:r w:rsidR="005B0223" w:rsidRPr="005B0223">
        <w:t>http://www.youtube.com/watch?v=as9apKNqcG8</w:t>
      </w:r>
    </w:p>
    <w:p w:rsidR="00933EA8" w:rsidRDefault="00933EA8" w:rsidP="00933EA8">
      <w:pPr>
        <w:ind w:left="720"/>
      </w:pPr>
      <w:r>
        <w:t>b.</w:t>
      </w:r>
      <w:r w:rsidR="005B0223">
        <w:t xml:space="preserve"> National Symbols- </w:t>
      </w:r>
      <w:r w:rsidR="005B0223" w:rsidRPr="005B0223">
        <w:t>http://www.youtube.com/watch?v=VHYduWhuoPg</w:t>
      </w:r>
    </w:p>
    <w:p w:rsidR="00866D26" w:rsidRDefault="00866D26" w:rsidP="00933EA8">
      <w:pPr>
        <w:ind w:left="720"/>
      </w:pPr>
      <w:proofErr w:type="gramStart"/>
      <w:r>
        <w:t>c.</w:t>
      </w:r>
      <w:r w:rsidR="005B0223">
        <w:t xml:space="preserve"> American</w:t>
      </w:r>
      <w:proofErr w:type="gramEnd"/>
      <w:r w:rsidR="005B0223">
        <w:t xml:space="preserve"> Symbols- </w:t>
      </w:r>
      <w:r w:rsidR="005B0223" w:rsidRPr="005B0223">
        <w:t>http://www.youtube.com/watch?v=rbiUPVTah8g</w:t>
      </w:r>
    </w:p>
    <w:p w:rsidR="00933EA8" w:rsidRDefault="00933EA8" w:rsidP="00933EA8">
      <w:r>
        <w:t xml:space="preserve">2.  </w:t>
      </w:r>
      <w:r w:rsidRPr="00933EA8">
        <w:rPr>
          <w:b/>
        </w:rPr>
        <w:t>Vocabulary Activit</w:t>
      </w:r>
      <w:r>
        <w:rPr>
          <w:b/>
        </w:rPr>
        <w:t>ies – name of activity</w:t>
      </w:r>
    </w:p>
    <w:p w:rsidR="00933EA8" w:rsidRDefault="00933EA8" w:rsidP="00933EA8">
      <w:r>
        <w:tab/>
        <w:t>a.</w:t>
      </w:r>
      <w:r w:rsidR="00D53181">
        <w:t xml:space="preserve"> Vocabulary Bingo- </w:t>
      </w:r>
      <w:r w:rsidR="00D53181" w:rsidRPr="00D53181">
        <w:t>http://www.pinterest.com/pin/209206345164595267/</w:t>
      </w:r>
    </w:p>
    <w:p w:rsidR="00D53181" w:rsidRDefault="00933EA8" w:rsidP="00933EA8">
      <w:pPr>
        <w:ind w:firstLine="720"/>
      </w:pPr>
      <w:r>
        <w:t>b.</w:t>
      </w:r>
      <w:r w:rsidR="00D53181">
        <w:t xml:space="preserve"> E is For Explorer: Spinning Wheel Activity</w:t>
      </w:r>
    </w:p>
    <w:p w:rsidR="00933EA8" w:rsidRDefault="00D53181" w:rsidP="00933EA8">
      <w:pPr>
        <w:ind w:firstLine="720"/>
      </w:pPr>
      <w:r w:rsidRPr="00D53181">
        <w:t>http://www.pinterest.com/pin/36591815694893257/</w:t>
      </w:r>
    </w:p>
    <w:p w:rsidR="00933EA8" w:rsidRPr="00933EA8" w:rsidRDefault="00933EA8" w:rsidP="00933EA8">
      <w:pPr>
        <w:pStyle w:val="ListParagraph"/>
        <w:numPr>
          <w:ilvl w:val="0"/>
          <w:numId w:val="3"/>
        </w:numPr>
        <w:rPr>
          <w:b/>
        </w:rPr>
      </w:pPr>
      <w:r w:rsidRPr="00933EA8">
        <w:rPr>
          <w:b/>
        </w:rPr>
        <w:t>SmartBoard Activities</w:t>
      </w:r>
      <w:r>
        <w:rPr>
          <w:b/>
        </w:rPr>
        <w:t xml:space="preserve"> – name of activity</w:t>
      </w:r>
    </w:p>
    <w:p w:rsidR="00933EA8" w:rsidRDefault="00933EA8" w:rsidP="00933EA8">
      <w:pPr>
        <w:ind w:left="720"/>
      </w:pPr>
      <w:r>
        <w:t>a.</w:t>
      </w:r>
      <w:r w:rsidR="00D53181">
        <w:t xml:space="preserve"> Classifying National Symbols-</w:t>
      </w:r>
      <w:r w:rsidR="00D53181" w:rsidRPr="00D53181">
        <w:t>http://exchange.smarttech.com/details.html?id=3b762553-2ec0-48c6-9e25-f1033a6f4996</w:t>
      </w:r>
      <w:r w:rsidR="00D53181">
        <w:t xml:space="preserve"> (sorting activities) </w:t>
      </w:r>
    </w:p>
    <w:p w:rsidR="00933EA8" w:rsidRDefault="00933EA8" w:rsidP="00933EA8">
      <w:pPr>
        <w:ind w:left="720"/>
      </w:pPr>
      <w:proofErr w:type="gramStart"/>
      <w:r>
        <w:t>b</w:t>
      </w:r>
      <w:proofErr w:type="gramEnd"/>
      <w:r>
        <w:t>.</w:t>
      </w:r>
      <w:r w:rsidR="00D53181">
        <w:t xml:space="preserve"> National Symbols- True and False Activity- </w:t>
      </w:r>
      <w:r w:rsidR="00D53181" w:rsidRPr="00D53181">
        <w:t>http://exchange.smarttech.com/details.html?id=caa7bcde-bee0-4505-9b21-ceccfdeb6580</w:t>
      </w:r>
    </w:p>
    <w:p w:rsidR="00866D26" w:rsidRPr="00866D26" w:rsidRDefault="00866D26" w:rsidP="00866D26">
      <w:pPr>
        <w:rPr>
          <w:b/>
        </w:rPr>
      </w:pPr>
      <w:r>
        <w:t xml:space="preserve">4. </w:t>
      </w:r>
      <w:proofErr w:type="spellStart"/>
      <w:proofErr w:type="gramStart"/>
      <w:r w:rsidRPr="00866D26">
        <w:rPr>
          <w:b/>
        </w:rPr>
        <w:t>iPad</w:t>
      </w:r>
      <w:proofErr w:type="spellEnd"/>
      <w:proofErr w:type="gramEnd"/>
      <w:r w:rsidRPr="00866D26">
        <w:rPr>
          <w:b/>
        </w:rPr>
        <w:t xml:space="preserve"> or </w:t>
      </w:r>
      <w:proofErr w:type="spellStart"/>
      <w:r w:rsidRPr="00866D26">
        <w:rPr>
          <w:b/>
        </w:rPr>
        <w:t>Chromebook</w:t>
      </w:r>
      <w:proofErr w:type="spellEnd"/>
      <w:r w:rsidRPr="00866D26">
        <w:rPr>
          <w:b/>
        </w:rPr>
        <w:t xml:space="preserve"> Activities</w:t>
      </w:r>
    </w:p>
    <w:p w:rsidR="00866D26" w:rsidRDefault="00866D26" w:rsidP="00866D26">
      <w:pPr>
        <w:ind w:left="720"/>
      </w:pPr>
      <w:r>
        <w:t>a.</w:t>
      </w:r>
      <w:r w:rsidR="0074499F">
        <w:t xml:space="preserve"> US Symbols: Moby’s Match- </w:t>
      </w:r>
      <w:r w:rsidR="0074499F" w:rsidRPr="0074499F">
        <w:t>http://www.brainpopjr.com/socialstudies/citizenship/ussymbols/games.weml</w:t>
      </w:r>
    </w:p>
    <w:p w:rsidR="00866D26" w:rsidRDefault="00866D26" w:rsidP="00866D26">
      <w:pPr>
        <w:ind w:left="720"/>
      </w:pPr>
      <w:r>
        <w:t>b.</w:t>
      </w:r>
      <w:r w:rsidR="0074499F">
        <w:t xml:space="preserve"> Symbols of the USA: </w:t>
      </w:r>
      <w:hyperlink r:id="rId6" w:history="1">
        <w:r w:rsidR="0074499F" w:rsidRPr="00260842">
          <w:rPr>
            <w:rStyle w:val="Hyperlink"/>
          </w:rPr>
          <w:t>http://www.enchantedlearning.com/history/us/symbols/</w:t>
        </w:r>
      </w:hyperlink>
      <w:r w:rsidR="0074499F">
        <w:t xml:space="preserve"> (I would have them research and create a poster on this)</w:t>
      </w:r>
    </w:p>
    <w:p w:rsidR="00866D26" w:rsidRDefault="00866D26" w:rsidP="00866D26">
      <w:pPr>
        <w:ind w:left="720"/>
      </w:pPr>
      <w:r>
        <w:t>c.</w:t>
      </w:r>
      <w:r w:rsidR="0074499F">
        <w:t xml:space="preserve"> Ben’s Guide to US Government- </w:t>
      </w:r>
      <w:r w:rsidR="0074499F" w:rsidRPr="0074499F">
        <w:t>http://bensguide.gpo.gov/3-5/symbols/</w:t>
      </w:r>
    </w:p>
    <w:p w:rsidR="00933EA8" w:rsidRDefault="00866D26" w:rsidP="00933EA8">
      <w:r>
        <w:lastRenderedPageBreak/>
        <w:t>5</w:t>
      </w:r>
      <w:r w:rsidR="00933EA8">
        <w:t xml:space="preserve">. </w:t>
      </w:r>
      <w:r w:rsidR="00933EA8" w:rsidRPr="00933EA8">
        <w:rPr>
          <w:b/>
        </w:rPr>
        <w:t>Writing Activities – name of activity</w:t>
      </w:r>
    </w:p>
    <w:p w:rsidR="00933EA8" w:rsidRDefault="00933EA8" w:rsidP="00933EA8">
      <w:r>
        <w:tab/>
        <w:t>a.</w:t>
      </w:r>
      <w:r w:rsidR="0074499F">
        <w:t xml:space="preserve"> Postcard Writing- you are visiting the White House, the Lincoln Memorial, Washington Monument, or Mount Rushmore.  Write a postcard to a friend or family member tell what you have learn about you trip to this place, and where it is located at.  </w:t>
      </w:r>
    </w:p>
    <w:p w:rsidR="00933EA8" w:rsidRDefault="00933EA8" w:rsidP="00933EA8">
      <w:r>
        <w:tab/>
      </w:r>
      <w:proofErr w:type="gramStart"/>
      <w:r>
        <w:t>b</w:t>
      </w:r>
      <w:proofErr w:type="gramEnd"/>
      <w:r>
        <w:t>.</w:t>
      </w:r>
      <w:r w:rsidR="0074499F">
        <w:t xml:space="preserve"> Google Docs-  write 3 sentences about the American Flag, and why it is a such an important American Symbol today.  </w:t>
      </w:r>
    </w:p>
    <w:p w:rsidR="00933EA8" w:rsidRPr="00D46FE6" w:rsidRDefault="00866D26" w:rsidP="00D46FE6">
      <w:pPr>
        <w:rPr>
          <w:b/>
        </w:rPr>
      </w:pPr>
      <w:r>
        <w:rPr>
          <w:b/>
        </w:rPr>
        <w:t>6</w:t>
      </w:r>
      <w:r w:rsidR="00D46FE6" w:rsidRPr="00D46FE6">
        <w:rPr>
          <w:b/>
        </w:rPr>
        <w:t>. Project Ideas – name of activity</w:t>
      </w:r>
    </w:p>
    <w:p w:rsidR="00D46FE6" w:rsidRDefault="00D46FE6" w:rsidP="00D46FE6">
      <w:r>
        <w:tab/>
      </w:r>
      <w:proofErr w:type="gramStart"/>
      <w:r>
        <w:t>a.</w:t>
      </w:r>
      <w:r w:rsidR="0074499F">
        <w:t xml:space="preserve"> American</w:t>
      </w:r>
      <w:proofErr w:type="gramEnd"/>
      <w:r w:rsidR="0074499F">
        <w:t xml:space="preserve"> Symbols book (I would have them write a sentence on each page about that symbol as well- </w:t>
      </w:r>
      <w:r w:rsidR="0074499F" w:rsidRPr="0074499F">
        <w:t>http://mrstsfirstgradeclass-jill.blogspot.com/2012/02/american-symbols-mini-book.html</w:t>
      </w:r>
    </w:p>
    <w:p w:rsidR="00933EA8" w:rsidRDefault="00D46FE6">
      <w:r>
        <w:tab/>
      </w:r>
      <w:proofErr w:type="gramStart"/>
      <w:r>
        <w:t>b</w:t>
      </w:r>
      <w:proofErr w:type="gramEnd"/>
      <w:r>
        <w:t>.</w:t>
      </w:r>
      <w:r w:rsidR="0074499F">
        <w:t xml:space="preserve"> </w:t>
      </w:r>
      <w:proofErr w:type="spellStart"/>
      <w:r w:rsidR="0074499F">
        <w:t>Animoto</w:t>
      </w:r>
      <w:proofErr w:type="spellEnd"/>
      <w:r w:rsidR="0074499F">
        <w:t xml:space="preserve"> Video-  I would have the students create a video of them talking about 4 American</w:t>
      </w:r>
      <w:r w:rsidR="005B0223">
        <w:t xml:space="preserve"> Symbols they learned about- </w:t>
      </w:r>
      <w:r w:rsidR="005B0223" w:rsidRPr="005B0223">
        <w:t>http://animoto.com/</w:t>
      </w:r>
    </w:p>
    <w:sectPr w:rsidR="00933EA8" w:rsidSect="00D46FE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128A"/>
    <w:multiLevelType w:val="hybridMultilevel"/>
    <w:tmpl w:val="759C51C4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631D6B"/>
    <w:multiLevelType w:val="hybridMultilevel"/>
    <w:tmpl w:val="5C50D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55BFC"/>
    <w:multiLevelType w:val="hybridMultilevel"/>
    <w:tmpl w:val="51C6AF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734566"/>
    <w:multiLevelType w:val="hybridMultilevel"/>
    <w:tmpl w:val="52260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A8"/>
    <w:rsid w:val="000028F0"/>
    <w:rsid w:val="005B0223"/>
    <w:rsid w:val="0074499F"/>
    <w:rsid w:val="00835A28"/>
    <w:rsid w:val="00866D26"/>
    <w:rsid w:val="00933EA8"/>
    <w:rsid w:val="00D46FE6"/>
    <w:rsid w:val="00D53181"/>
    <w:rsid w:val="00EE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49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E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49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hantedlearning.com/history/us/symbol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9216812A</Template>
  <TotalTime>1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 Peterson</dc:creator>
  <cp:lastModifiedBy>Marissa Whipple</cp:lastModifiedBy>
  <cp:revision>3</cp:revision>
  <dcterms:created xsi:type="dcterms:W3CDTF">2014-03-10T19:04:00Z</dcterms:created>
  <dcterms:modified xsi:type="dcterms:W3CDTF">2014-03-13T15:58:00Z</dcterms:modified>
</cp:coreProperties>
</file>