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0127A" w14:textId="77777777" w:rsidR="00933EA8" w:rsidRPr="002E5CF2" w:rsidRDefault="00933EA8">
      <w:pPr>
        <w:rPr>
          <w:b/>
        </w:rPr>
      </w:pPr>
      <w:r w:rsidRPr="002E5CF2">
        <w:rPr>
          <w:b/>
        </w:rPr>
        <w:t>LESSON TOPIC:</w:t>
      </w:r>
      <w:r w:rsidR="00D46FE6" w:rsidRPr="002E5CF2">
        <w:rPr>
          <w:b/>
        </w:rPr>
        <w:t xml:space="preserve"> </w:t>
      </w:r>
      <w:r w:rsidR="004A32F5" w:rsidRPr="002E5CF2">
        <w:rPr>
          <w:b/>
        </w:rPr>
        <w:t xml:space="preserve">identify and use map components </w:t>
      </w:r>
    </w:p>
    <w:p w14:paraId="4D01996D" w14:textId="77777777" w:rsidR="00933EA8" w:rsidRPr="002E5CF2" w:rsidRDefault="00933EA8">
      <w:pPr>
        <w:rPr>
          <w:b/>
        </w:rPr>
      </w:pPr>
      <w:proofErr w:type="gramStart"/>
      <w:r w:rsidRPr="002E5CF2">
        <w:rPr>
          <w:b/>
        </w:rPr>
        <w:t>FIND  RESOURCES</w:t>
      </w:r>
      <w:proofErr w:type="gramEnd"/>
      <w:r w:rsidRPr="002E5CF2">
        <w:rPr>
          <w:b/>
        </w:rPr>
        <w:t xml:space="preserve"> FOR THE FOLLOWING:</w:t>
      </w:r>
    </w:p>
    <w:p w14:paraId="5167D2E6" w14:textId="77777777" w:rsidR="00933EA8" w:rsidRPr="002E5CF2" w:rsidRDefault="00933EA8" w:rsidP="00933EA8">
      <w:pPr>
        <w:pStyle w:val="ListParagraph"/>
        <w:numPr>
          <w:ilvl w:val="0"/>
          <w:numId w:val="4"/>
        </w:numPr>
        <w:rPr>
          <w:b/>
        </w:rPr>
      </w:pPr>
      <w:r w:rsidRPr="002E5CF2">
        <w:rPr>
          <w:b/>
        </w:rPr>
        <w:t>Anticipatory Set:</w:t>
      </w:r>
    </w:p>
    <w:p w14:paraId="02AF76AE" w14:textId="77777777" w:rsidR="002E5CF2" w:rsidRDefault="002E5CF2" w:rsidP="002E5CF2">
      <w:r>
        <w:t>Children’s Literature – name of books</w:t>
      </w:r>
    </w:p>
    <w:p w14:paraId="2068903C" w14:textId="77777777" w:rsidR="002E5CF2" w:rsidRDefault="002E5CF2" w:rsidP="002E5CF2">
      <w:r>
        <w:t>a. There's a Map on My Lap</w:t>
      </w:r>
      <w:proofErr w:type="gramStart"/>
      <w:r>
        <w:t>!:</w:t>
      </w:r>
      <w:proofErr w:type="gramEnd"/>
      <w:r>
        <w:t xml:space="preserve"> All about Maps (Cat in the Hat's Learning Library Series) by </w:t>
      </w:r>
      <w:proofErr w:type="spellStart"/>
      <w:r>
        <w:t>Tish</w:t>
      </w:r>
      <w:proofErr w:type="spellEnd"/>
      <w:r>
        <w:t xml:space="preserve"> </w:t>
      </w:r>
      <w:proofErr w:type="spellStart"/>
      <w:r>
        <w:t>Rabe</w:t>
      </w:r>
      <w:proofErr w:type="spellEnd"/>
      <w:r>
        <w:t>- http://www.barnesandnoble.com/w/theres-a-map-on-my-lap-tish-rabe/1112264317?ean=9780375810992</w:t>
      </w:r>
    </w:p>
    <w:p w14:paraId="667208EA" w14:textId="77777777" w:rsidR="002E5CF2" w:rsidRDefault="002E5CF2" w:rsidP="002E5CF2">
      <w:r>
        <w:t>b. Me on the Map by Joan Sweeney- http://www.barnesandnoble.com/w/me-on-the-map-joan-sweeney/1100642766?ean=9780517885574</w:t>
      </w:r>
    </w:p>
    <w:p w14:paraId="3FCCF5EA" w14:textId="77777777" w:rsidR="002E5CF2" w:rsidRDefault="002E5CF2" w:rsidP="002E5CF2">
      <w:r>
        <w:t>c. Ways to Find Your Way: Types of Maps by Kay Jackson- http://www.barnesandnoble.com/w/ways-to-find-your-way-kay-jackson/1008350455?ean=9781429628822</w:t>
      </w:r>
    </w:p>
    <w:p w14:paraId="3502E3FB" w14:textId="77777777" w:rsidR="002E5CF2" w:rsidRDefault="002E5CF2" w:rsidP="002E5CF2">
      <w:r>
        <w:t>Videos – name of videos</w:t>
      </w:r>
    </w:p>
    <w:p w14:paraId="4AF0E315" w14:textId="77777777" w:rsidR="002E5CF2" w:rsidRDefault="002E5CF2" w:rsidP="002E5CF2">
      <w:r>
        <w:t xml:space="preserve">a. Teacher and the </w:t>
      </w:r>
      <w:proofErr w:type="spellStart"/>
      <w:r>
        <w:t>Rockbots</w:t>
      </w:r>
      <w:proofErr w:type="spellEnd"/>
      <w:r>
        <w:t xml:space="preserve"> - How </w:t>
      </w:r>
      <w:proofErr w:type="gramStart"/>
      <w:r>
        <w:t>To Read A</w:t>
      </w:r>
      <w:proofErr w:type="gramEnd"/>
      <w:r>
        <w:t xml:space="preserve"> Map- YOUTUBE- http://www.youtube.com/watch?v=gbFIhmTd3iY</w:t>
      </w:r>
    </w:p>
    <w:p w14:paraId="164480BC" w14:textId="77777777" w:rsidR="002E5CF2" w:rsidRDefault="002E5CF2" w:rsidP="002E5CF2">
      <w:r>
        <w:t>b. There is a Map in my Lap: All about Maps- YOUTUBE- http://www.youtube.com/watch?v=NazvXwWumaQ</w:t>
      </w:r>
    </w:p>
    <w:p w14:paraId="1C42D41E" w14:textId="326E89B8" w:rsidR="002E5CF2" w:rsidRDefault="002E5CF2" w:rsidP="002E5CF2">
      <w:r>
        <w:t xml:space="preserve">c. Learn how to Use Maps- YOUTUBE- </w:t>
      </w:r>
      <w:hyperlink r:id="rId6" w:history="1">
        <w:r w:rsidRPr="00F67E06">
          <w:rPr>
            <w:rStyle w:val="Hyperlink"/>
          </w:rPr>
          <w:t>http://www.youtube.com/watch?v=AC7sPYKjBqE</w:t>
        </w:r>
      </w:hyperlink>
    </w:p>
    <w:p w14:paraId="247DBAE7" w14:textId="4AD037B9" w:rsidR="00933EA8" w:rsidRPr="002E5CF2" w:rsidRDefault="00933EA8" w:rsidP="002E5CF2">
      <w:r w:rsidRPr="002E5CF2">
        <w:t xml:space="preserve">2.  </w:t>
      </w:r>
      <w:r w:rsidRPr="002E5CF2">
        <w:rPr>
          <w:b/>
        </w:rPr>
        <w:t>Vocabulary Activities – name of activity</w:t>
      </w:r>
    </w:p>
    <w:p w14:paraId="2C7E71CF" w14:textId="7FE34036" w:rsidR="002E5CF2" w:rsidRDefault="002E5CF2" w:rsidP="002E5CF2">
      <w:r>
        <w:t xml:space="preserve">a. Vocabulary Bug Swat- </w:t>
      </w:r>
      <w:proofErr w:type="spellStart"/>
      <w:r>
        <w:t>Pinterest</w:t>
      </w:r>
      <w:proofErr w:type="spellEnd"/>
      <w:r>
        <w:t>- http://www.pinterest.com/pin/53972895505629465/</w:t>
      </w:r>
    </w:p>
    <w:p w14:paraId="4C235EF0" w14:textId="1528537B" w:rsidR="002E5CF2" w:rsidRDefault="002E5CF2" w:rsidP="002E5CF2">
      <w:proofErr w:type="gramStart"/>
      <w:r>
        <w:t>b</w:t>
      </w:r>
      <w:proofErr w:type="gramEnd"/>
      <w:r>
        <w:t xml:space="preserve">. Very </w:t>
      </w:r>
      <w:proofErr w:type="spellStart"/>
      <w:r>
        <w:t>Very</w:t>
      </w:r>
      <w:proofErr w:type="spellEnd"/>
      <w:r>
        <w:t xml:space="preserve"> Vocabulary- </w:t>
      </w:r>
      <w:proofErr w:type="spellStart"/>
      <w:r>
        <w:t>Pinterest</w:t>
      </w:r>
      <w:proofErr w:type="spellEnd"/>
      <w:r>
        <w:t xml:space="preserve">- </w:t>
      </w:r>
      <w:hyperlink r:id="rId7" w:history="1">
        <w:r w:rsidRPr="00F67E06">
          <w:rPr>
            <w:rStyle w:val="Hyperlink"/>
          </w:rPr>
          <w:t>http://www.pinterest.com/pin/212935888604049068/</w:t>
        </w:r>
      </w:hyperlink>
    </w:p>
    <w:p w14:paraId="62C69461" w14:textId="03FDF8AE" w:rsidR="00933EA8" w:rsidRPr="00933EA8" w:rsidRDefault="00933EA8" w:rsidP="002E5CF2">
      <w:pPr>
        <w:rPr>
          <w:b/>
        </w:rPr>
      </w:pPr>
      <w:proofErr w:type="spellStart"/>
      <w:r w:rsidRPr="00933EA8">
        <w:rPr>
          <w:b/>
        </w:rPr>
        <w:t>SmartBoard</w:t>
      </w:r>
      <w:proofErr w:type="spellEnd"/>
      <w:r w:rsidRPr="00933EA8">
        <w:rPr>
          <w:b/>
        </w:rPr>
        <w:t xml:space="preserve"> Activities</w:t>
      </w:r>
      <w:r>
        <w:rPr>
          <w:b/>
        </w:rPr>
        <w:t xml:space="preserve"> – name of activity</w:t>
      </w:r>
    </w:p>
    <w:p w14:paraId="77372F51" w14:textId="1CF6FC9E" w:rsidR="00933EA8" w:rsidRDefault="00933EA8" w:rsidP="00933EA8">
      <w:pPr>
        <w:ind w:left="720"/>
      </w:pPr>
      <w:r>
        <w:t>a.</w:t>
      </w:r>
      <w:r w:rsidR="002E5CF2" w:rsidRPr="002E5CF2">
        <w:t xml:space="preserve"> 50 states- political map- http://exchange.smarttech.com/details.html?id=83b43e77-38c3-46ca-9b5c-3be076b12213</w:t>
      </w:r>
    </w:p>
    <w:p w14:paraId="1B1F2DB7" w14:textId="70F31FAB" w:rsidR="00933EA8" w:rsidRDefault="00933EA8" w:rsidP="00933EA8">
      <w:pPr>
        <w:ind w:left="720"/>
      </w:pPr>
      <w:proofErr w:type="gramStart"/>
      <w:r>
        <w:t>b</w:t>
      </w:r>
      <w:proofErr w:type="gramEnd"/>
      <w:r>
        <w:t>.</w:t>
      </w:r>
      <w:r w:rsidR="002E5CF2">
        <w:t xml:space="preserve"> Maps- </w:t>
      </w:r>
      <w:r w:rsidR="002E5CF2" w:rsidRPr="002E5CF2">
        <w:t>http://exchange.smarttech.com/search.html?q=map</w:t>
      </w:r>
      <w:bookmarkStart w:id="0" w:name="_GoBack"/>
      <w:bookmarkEnd w:id="0"/>
    </w:p>
    <w:p w14:paraId="16297F8E" w14:textId="77777777" w:rsidR="00866D26" w:rsidRPr="00866D26" w:rsidRDefault="00866D26" w:rsidP="00866D26">
      <w:pPr>
        <w:rPr>
          <w:b/>
        </w:rPr>
      </w:pPr>
      <w:r>
        <w:t xml:space="preserve">4. </w:t>
      </w:r>
      <w:proofErr w:type="spellStart"/>
      <w:proofErr w:type="gramStart"/>
      <w:r w:rsidRPr="00866D26">
        <w:rPr>
          <w:b/>
        </w:rPr>
        <w:t>iPad</w:t>
      </w:r>
      <w:proofErr w:type="spellEnd"/>
      <w:proofErr w:type="gramEnd"/>
      <w:r w:rsidRPr="00866D26">
        <w:rPr>
          <w:b/>
        </w:rPr>
        <w:t xml:space="preserve"> or </w:t>
      </w:r>
      <w:proofErr w:type="spellStart"/>
      <w:r w:rsidRPr="00866D26">
        <w:rPr>
          <w:b/>
        </w:rPr>
        <w:t>Chromebook</w:t>
      </w:r>
      <w:proofErr w:type="spellEnd"/>
      <w:r w:rsidRPr="00866D26">
        <w:rPr>
          <w:b/>
        </w:rPr>
        <w:t xml:space="preserve"> Activities</w:t>
      </w:r>
    </w:p>
    <w:p w14:paraId="510F154B" w14:textId="77777777" w:rsidR="00866D26" w:rsidRDefault="00866D26" w:rsidP="00866D26">
      <w:pPr>
        <w:ind w:left="720"/>
      </w:pPr>
      <w:r>
        <w:t>a.</w:t>
      </w:r>
      <w:r w:rsidR="00443387" w:rsidRPr="00443387">
        <w:t xml:space="preserve"> </w:t>
      </w:r>
      <w:r w:rsidR="00443387">
        <w:t xml:space="preserve">Match the Mao Symbol Game </w:t>
      </w:r>
      <w:r w:rsidR="00443387" w:rsidRPr="00443387">
        <w:t>http://www.bbc.co.uk/schools/barnabybear/games/map.shtml</w:t>
      </w:r>
    </w:p>
    <w:p w14:paraId="4AB0CC9D" w14:textId="77777777" w:rsidR="00866D26" w:rsidRDefault="00866D26" w:rsidP="00866D26">
      <w:pPr>
        <w:ind w:left="720"/>
      </w:pPr>
      <w:r>
        <w:t>b.</w:t>
      </w:r>
      <w:r w:rsidR="00443387">
        <w:t xml:space="preserve"> Use a compass rose </w:t>
      </w:r>
      <w:r w:rsidR="00443387" w:rsidRPr="00443387">
        <w:t>http://eduplace.com/kids/socsci/books/applications/imaps/maps/g1_u3/</w:t>
      </w:r>
    </w:p>
    <w:p w14:paraId="7BA6923A" w14:textId="6B4FB5A7" w:rsidR="00866D26" w:rsidRDefault="00866D26" w:rsidP="00866D26">
      <w:pPr>
        <w:ind w:left="720"/>
      </w:pPr>
      <w:proofErr w:type="gramStart"/>
      <w:r>
        <w:t>c</w:t>
      </w:r>
      <w:proofErr w:type="gramEnd"/>
      <w:r>
        <w:t>.</w:t>
      </w:r>
      <w:r w:rsidR="00443387">
        <w:t xml:space="preserve"> From sea to shinning sea </w:t>
      </w:r>
      <w:hyperlink r:id="rId8" w:history="1">
        <w:r w:rsidR="002E5CF2" w:rsidRPr="00F67E06">
          <w:rPr>
            <w:rStyle w:val="Hyperlink"/>
          </w:rPr>
          <w:t>http://www.learner.org/interactives/historymap/sea.html</w:t>
        </w:r>
      </w:hyperlink>
    </w:p>
    <w:p w14:paraId="3856D620" w14:textId="49AF6F96" w:rsidR="002E5CF2" w:rsidRDefault="002E5CF2" w:rsidP="00866D26">
      <w:pPr>
        <w:ind w:left="720"/>
      </w:pPr>
      <w:r>
        <w:lastRenderedPageBreak/>
        <w:t xml:space="preserve">d. Landscapes of Mapping Skills </w:t>
      </w:r>
      <w:r w:rsidRPr="002E5CF2">
        <w:t>http://www.bbc.co.uk/scotland/education/sysm/landscapes/highlands_islands/flash/flash_full_mapskills.shtml</w:t>
      </w:r>
    </w:p>
    <w:p w14:paraId="4044AA30" w14:textId="77777777" w:rsidR="00933EA8" w:rsidRDefault="00866D26" w:rsidP="00933EA8">
      <w:r>
        <w:t>5</w:t>
      </w:r>
      <w:r w:rsidR="00933EA8">
        <w:t xml:space="preserve">. </w:t>
      </w:r>
      <w:r w:rsidR="00933EA8" w:rsidRPr="00933EA8">
        <w:rPr>
          <w:b/>
        </w:rPr>
        <w:t>Writing Activities – name of activity</w:t>
      </w:r>
    </w:p>
    <w:p w14:paraId="2541DBAA" w14:textId="77777777" w:rsidR="00933EA8" w:rsidRDefault="00933EA8" w:rsidP="00933EA8">
      <w:r>
        <w:tab/>
        <w:t>a.</w:t>
      </w:r>
      <w:r w:rsidR="00443387">
        <w:t xml:space="preserve"> Using the compass rose, write the directions out on how to get from our classroom to the school gym</w:t>
      </w:r>
    </w:p>
    <w:p w14:paraId="6A94D5A2" w14:textId="77777777" w:rsidR="00933EA8" w:rsidRDefault="00933EA8" w:rsidP="00933EA8">
      <w:r>
        <w:tab/>
        <w:t>b.</w:t>
      </w:r>
      <w:r w:rsidR="00443387">
        <w:t xml:space="preserve"> Using Google Docs, write 2 sentences on how you can use maps in your life.</w:t>
      </w:r>
    </w:p>
    <w:p w14:paraId="6AD48FA0" w14:textId="77777777" w:rsidR="00933EA8" w:rsidRPr="00D46FE6" w:rsidRDefault="00866D26" w:rsidP="00D46FE6">
      <w:pPr>
        <w:rPr>
          <w:b/>
        </w:rPr>
      </w:pPr>
      <w:r>
        <w:rPr>
          <w:b/>
        </w:rPr>
        <w:t>6</w:t>
      </w:r>
      <w:r w:rsidR="00D46FE6" w:rsidRPr="00D46FE6">
        <w:rPr>
          <w:b/>
        </w:rPr>
        <w:t>. Project Ideas – name of activity</w:t>
      </w:r>
    </w:p>
    <w:p w14:paraId="7796DCEA" w14:textId="77777777" w:rsidR="00D46FE6" w:rsidRDefault="00D46FE6" w:rsidP="00D46FE6">
      <w:r>
        <w:tab/>
        <w:t>a.</w:t>
      </w:r>
      <w:r w:rsidR="007531BD">
        <w:t xml:space="preserve"> Create a Map to your house to the school.  This map will include a title, legend, a compass rose, and symbols to represent major landmarks</w:t>
      </w:r>
    </w:p>
    <w:p w14:paraId="71A5FD82" w14:textId="77777777" w:rsidR="00933EA8" w:rsidRDefault="00D46FE6">
      <w:r>
        <w:tab/>
        <w:t>b.</w:t>
      </w:r>
      <w:r w:rsidR="007531BD">
        <w:t xml:space="preserve"> Create a map to somewhere in the school that a classmate to follow.  Using a camera, take a picture of the map, that another student can use to use to find it way to the part of the school.  In the end we can have all the cods along the school and from item to item, the students can map themselves throughout the school.  </w:t>
      </w:r>
    </w:p>
    <w:sectPr w:rsidR="00933EA8" w:rsidSect="00D46FE6">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A128A"/>
    <w:multiLevelType w:val="hybridMultilevel"/>
    <w:tmpl w:val="759C51C4"/>
    <w:lvl w:ilvl="0" w:tplc="0409000F">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1631D6B"/>
    <w:multiLevelType w:val="hybridMultilevel"/>
    <w:tmpl w:val="5C50D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155BFC"/>
    <w:multiLevelType w:val="hybridMultilevel"/>
    <w:tmpl w:val="51C6AF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C734566"/>
    <w:multiLevelType w:val="hybridMultilevel"/>
    <w:tmpl w:val="52260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EA8"/>
    <w:rsid w:val="000028F0"/>
    <w:rsid w:val="002E5CF2"/>
    <w:rsid w:val="00443387"/>
    <w:rsid w:val="004A32F5"/>
    <w:rsid w:val="007531BD"/>
    <w:rsid w:val="00866D26"/>
    <w:rsid w:val="00933EA8"/>
    <w:rsid w:val="00D46FE6"/>
    <w:rsid w:val="00EE48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7F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EA8"/>
    <w:pPr>
      <w:ind w:left="720"/>
      <w:contextualSpacing/>
    </w:pPr>
  </w:style>
  <w:style w:type="character" w:styleId="Hyperlink">
    <w:name w:val="Hyperlink"/>
    <w:basedOn w:val="DefaultParagraphFont"/>
    <w:uiPriority w:val="99"/>
    <w:unhideWhenUsed/>
    <w:rsid w:val="002E5CF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EA8"/>
    <w:pPr>
      <w:ind w:left="720"/>
      <w:contextualSpacing/>
    </w:pPr>
  </w:style>
  <w:style w:type="character" w:styleId="Hyperlink">
    <w:name w:val="Hyperlink"/>
    <w:basedOn w:val="DefaultParagraphFont"/>
    <w:uiPriority w:val="99"/>
    <w:unhideWhenUsed/>
    <w:rsid w:val="002E5C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arner.org/interactives/historymap/sea.html" TargetMode="External"/><Relationship Id="rId3" Type="http://schemas.microsoft.com/office/2007/relationships/stylesWithEffects" Target="stylesWithEffects.xml"/><Relationship Id="rId7" Type="http://schemas.openxmlformats.org/officeDocument/2006/relationships/hyperlink" Target="http://www.pinterest.com/pin/2129358886040490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AC7sPYKjBq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34E22E71</Template>
  <TotalTime>0</TotalTime>
  <Pages>2</Pages>
  <Words>401</Words>
  <Characters>2288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Marissa Whipple</cp:lastModifiedBy>
  <cp:revision>2</cp:revision>
  <dcterms:created xsi:type="dcterms:W3CDTF">2014-03-03T18:52:00Z</dcterms:created>
  <dcterms:modified xsi:type="dcterms:W3CDTF">2014-03-03T18:52:00Z</dcterms:modified>
</cp:coreProperties>
</file>