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94" w:rsidRDefault="00D15753">
      <w:bookmarkStart w:id="0" w:name="_GoBack"/>
      <w:bookmarkEnd w:id="0"/>
      <w:r>
        <w:t xml:space="preserve">ESSENTIALS TOPIC: </w:t>
      </w:r>
      <w:r w:rsidR="00B131BE">
        <w:t>Identify and use map components</w:t>
      </w:r>
      <w:r>
        <w:t xml:space="preserve"> GRADE LEVEL: </w:t>
      </w:r>
      <w:r w:rsidR="00B131BE">
        <w:t>3</w:t>
      </w:r>
      <w:r w:rsidR="00B131BE" w:rsidRPr="00B131BE">
        <w:rPr>
          <w:vertAlign w:val="superscript"/>
        </w:rPr>
        <w:t>rd</w:t>
      </w:r>
      <w:r w:rsidR="00B131BE"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9"/>
        <w:gridCol w:w="4381"/>
        <w:gridCol w:w="4416"/>
      </w:tblGrid>
      <w:tr w:rsidR="00D15753" w:rsidTr="00D15753">
        <w:tc>
          <w:tcPr>
            <w:tcW w:w="4392" w:type="dxa"/>
          </w:tcPr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Verbal/Linguistic</w:t>
            </w:r>
          </w:p>
          <w:p w:rsidR="00D15753" w:rsidRPr="001A3488" w:rsidRDefault="001A3488" w:rsidP="00B131BE">
            <w:pPr>
              <w:rPr>
                <w:rFonts w:asciiTheme="majorHAnsi" w:hAnsiTheme="majorHAnsi"/>
                <w:sz w:val="24"/>
                <w:szCs w:val="24"/>
              </w:rPr>
            </w:pPr>
            <w:r w:rsidRPr="001A3488">
              <w:rPr>
                <w:rFonts w:asciiTheme="majorHAnsi" w:hAnsiTheme="majorHAnsi"/>
                <w:sz w:val="24"/>
                <w:szCs w:val="24"/>
              </w:rPr>
              <w:t xml:space="preserve">Using the directions of the compass rose, write a word or a phrase that will help you remember the directions of the compass (Never Eat Shredded </w:t>
            </w:r>
            <w:proofErr w:type="spellStart"/>
            <w:r w:rsidRPr="001A3488">
              <w:rPr>
                <w:rFonts w:asciiTheme="majorHAnsi" w:hAnsiTheme="majorHAnsi"/>
                <w:sz w:val="24"/>
                <w:szCs w:val="24"/>
              </w:rPr>
              <w:t>Wheats</w:t>
            </w:r>
            <w:proofErr w:type="spellEnd"/>
            <w:r w:rsidRPr="001A3488">
              <w:rPr>
                <w:rFonts w:asciiTheme="majorHAnsi" w:hAnsiTheme="majorHAnsi"/>
                <w:sz w:val="24"/>
                <w:szCs w:val="24"/>
              </w:rPr>
              <w:t>)</w:t>
            </w: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P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Logical/Mathematical</w:t>
            </w:r>
          </w:p>
          <w:p w:rsidR="00B131BE" w:rsidRPr="00B131BE" w:rsidRDefault="00B131BE" w:rsidP="00B131BE">
            <w:pPr>
              <w:rPr>
                <w:rFonts w:asciiTheme="majorHAnsi" w:hAnsiTheme="majorHAnsi"/>
                <w:sz w:val="24"/>
                <w:szCs w:val="24"/>
              </w:rPr>
            </w:pPr>
            <w:r w:rsidRPr="00B131BE">
              <w:rPr>
                <w:rFonts w:asciiTheme="majorHAnsi" w:hAnsiTheme="majorHAnsi"/>
                <w:sz w:val="24"/>
                <w:szCs w:val="24"/>
              </w:rPr>
              <w:t xml:space="preserve">Using a map provided count how many times a person would turn south to get to a specific destination.  </w:t>
            </w:r>
          </w:p>
        </w:tc>
        <w:tc>
          <w:tcPr>
            <w:tcW w:w="4392" w:type="dxa"/>
          </w:tcPr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Visual/Spatial</w:t>
            </w:r>
          </w:p>
          <w:p w:rsidR="00B131BE" w:rsidRPr="00B131BE" w:rsidRDefault="00B131BE" w:rsidP="00B131BE">
            <w:pPr>
              <w:rPr>
                <w:rFonts w:asciiTheme="majorHAnsi" w:hAnsiTheme="majorHAnsi"/>
                <w:sz w:val="24"/>
                <w:szCs w:val="24"/>
              </w:rPr>
            </w:pPr>
            <w:r w:rsidRPr="00B131BE">
              <w:rPr>
                <w:rFonts w:asciiTheme="majorHAnsi" w:hAnsiTheme="majorHAnsi"/>
                <w:sz w:val="24"/>
                <w:szCs w:val="24"/>
              </w:rPr>
              <w:t>Create a photo story on 6 possible items on a map legend.</w:t>
            </w:r>
          </w:p>
        </w:tc>
      </w:tr>
      <w:tr w:rsidR="00D15753" w:rsidTr="00D15753">
        <w:tc>
          <w:tcPr>
            <w:tcW w:w="4392" w:type="dxa"/>
          </w:tcPr>
          <w:p w:rsidR="00B131BE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Musical</w:t>
            </w:r>
          </w:p>
          <w:p w:rsidR="00D15753" w:rsidRPr="00B131BE" w:rsidRDefault="00B131BE" w:rsidP="00B131BE">
            <w:pPr>
              <w:rPr>
                <w:rFonts w:asciiTheme="majorHAnsi" w:hAnsiTheme="majorHAnsi"/>
                <w:sz w:val="24"/>
                <w:szCs w:val="24"/>
              </w:rPr>
            </w:pPr>
            <w:r w:rsidRPr="00B131BE">
              <w:rPr>
                <w:rFonts w:asciiTheme="majorHAnsi" w:hAnsiTheme="majorHAnsi"/>
                <w:sz w:val="24"/>
                <w:szCs w:val="24"/>
              </w:rPr>
              <w:t>Create a song, to help you remember how to use the compass rose.</w:t>
            </w: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P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Interpersonal</w:t>
            </w:r>
          </w:p>
          <w:p w:rsidR="00D15753" w:rsidRPr="00B131BE" w:rsidRDefault="00B131BE" w:rsidP="00B131BE">
            <w:pPr>
              <w:rPr>
                <w:rFonts w:asciiTheme="majorHAnsi" w:hAnsiTheme="majorHAnsi"/>
                <w:sz w:val="24"/>
                <w:szCs w:val="24"/>
              </w:rPr>
            </w:pPr>
            <w:r w:rsidRPr="00B131BE">
              <w:rPr>
                <w:rFonts w:asciiTheme="majorHAnsi" w:hAnsiTheme="majorHAnsi"/>
                <w:sz w:val="24"/>
                <w:szCs w:val="24"/>
              </w:rPr>
              <w:t>Create a QR Code with a map attached to it, that will help lead you and a group of students to a destination to the school</w:t>
            </w: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Pr="00D15753" w:rsidRDefault="00D15753" w:rsidP="00D15753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Intra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per</w:t>
            </w: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sonal</w:t>
            </w:r>
          </w:p>
          <w:p w:rsidR="00D15753" w:rsidRPr="00D15753" w:rsidRDefault="00B131BE" w:rsidP="00B131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A3488">
              <w:rPr>
                <w:rFonts w:asciiTheme="majorHAnsi" w:hAnsiTheme="majorHAnsi"/>
                <w:sz w:val="24"/>
                <w:szCs w:val="24"/>
              </w:rPr>
              <w:t>Have the s</w:t>
            </w:r>
            <w:r w:rsidR="001A3488" w:rsidRPr="001A3488">
              <w:rPr>
                <w:rFonts w:asciiTheme="majorHAnsi" w:hAnsiTheme="majorHAnsi"/>
                <w:sz w:val="24"/>
                <w:szCs w:val="24"/>
              </w:rPr>
              <w:t>tudents write individually the directions from our classroom to the gym in the school.</w:t>
            </w:r>
          </w:p>
        </w:tc>
      </w:tr>
      <w:tr w:rsidR="00D15753" w:rsidTr="00D15753">
        <w:tc>
          <w:tcPr>
            <w:tcW w:w="4392" w:type="dxa"/>
          </w:tcPr>
          <w:p w:rsidR="001A3488" w:rsidRPr="001A3488" w:rsidRDefault="00D15753" w:rsidP="001A348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Bodily-Kinesthetic</w:t>
            </w:r>
          </w:p>
          <w:p w:rsidR="00D15753" w:rsidRPr="001A3488" w:rsidRDefault="001A3488" w:rsidP="001A348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Have the students create a QR code scavenger hunt and have a map created for them to reach each code around the school</w:t>
            </w:r>
          </w:p>
        </w:tc>
        <w:tc>
          <w:tcPr>
            <w:tcW w:w="4392" w:type="dxa"/>
          </w:tcPr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Naturalist</w:t>
            </w:r>
          </w:p>
          <w:p w:rsidR="001A3488" w:rsidRPr="001A3488" w:rsidRDefault="001A3488" w:rsidP="001A3488">
            <w:pPr>
              <w:rPr>
                <w:rFonts w:asciiTheme="majorHAnsi" w:hAnsiTheme="majorHAnsi"/>
                <w:sz w:val="24"/>
                <w:szCs w:val="24"/>
              </w:rPr>
            </w:pPr>
            <w:r w:rsidRPr="001A3488">
              <w:rPr>
                <w:rFonts w:asciiTheme="majorHAnsi" w:hAnsiTheme="majorHAnsi"/>
                <w:sz w:val="24"/>
                <w:szCs w:val="24"/>
              </w:rPr>
              <w:t>Take a field trip around the town, and discuss with the class what symbols would appear on the map and in the legend in our town.</w:t>
            </w:r>
          </w:p>
        </w:tc>
        <w:tc>
          <w:tcPr>
            <w:tcW w:w="4392" w:type="dxa"/>
          </w:tcPr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D1575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2CF2011A" wp14:editId="5B211BC2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21590</wp:posOffset>
                  </wp:positionV>
                  <wp:extent cx="2665095" cy="1504950"/>
                  <wp:effectExtent l="0" t="0" r="1905" b="0"/>
                  <wp:wrapSquare wrapText="bothSides"/>
                  <wp:docPr id="1" name="Picture 1" descr="http://www.best-career-match.com/images/multiple-intelligences-lrg-t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est-career-match.com/images/multiple-intelligences-lrg-t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509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5753" w:rsidRPr="00D15753" w:rsidRDefault="00D15753" w:rsidP="00D15753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:rsidR="00D15753" w:rsidRDefault="00D15753"/>
    <w:sectPr w:rsidR="00D15753" w:rsidSect="00D157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753"/>
    <w:rsid w:val="00021B96"/>
    <w:rsid w:val="001A3488"/>
    <w:rsid w:val="00585463"/>
    <w:rsid w:val="007F0A9B"/>
    <w:rsid w:val="00B131BE"/>
    <w:rsid w:val="00C87318"/>
    <w:rsid w:val="00D15753"/>
    <w:rsid w:val="00D51E68"/>
    <w:rsid w:val="00F0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5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5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673D0514</Template>
  <TotalTime>0</TotalTime>
  <Pages>2</Pages>
  <Words>159</Words>
  <Characters>910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Marissa Whipple</cp:lastModifiedBy>
  <cp:revision>2</cp:revision>
  <cp:lastPrinted>2011-08-29T14:18:00Z</cp:lastPrinted>
  <dcterms:created xsi:type="dcterms:W3CDTF">2014-03-05T19:28:00Z</dcterms:created>
  <dcterms:modified xsi:type="dcterms:W3CDTF">2014-03-05T19:28:00Z</dcterms:modified>
</cp:coreProperties>
</file>